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852F2" w14:textId="77777777" w:rsidR="00A25EEC" w:rsidRPr="002E59DD" w:rsidRDefault="00A25EEC" w:rsidP="00A25EEC">
      <w:pPr>
        <w:pStyle w:val="Titelseite"/>
      </w:pPr>
    </w:p>
    <w:p w14:paraId="1242EB81" w14:textId="77777777" w:rsidR="00A25EEC" w:rsidRPr="002E59DD" w:rsidRDefault="00A25EEC" w:rsidP="00A25EEC">
      <w:pPr>
        <w:pStyle w:val="Titelseite"/>
      </w:pPr>
    </w:p>
    <w:p w14:paraId="2C516252" w14:textId="77777777" w:rsidR="00DF20ED" w:rsidRPr="002E59DD" w:rsidRDefault="00DF20ED" w:rsidP="00A25EEC">
      <w:pPr>
        <w:pStyle w:val="Titelseite"/>
      </w:pPr>
    </w:p>
    <w:p w14:paraId="4935AEF1" w14:textId="77777777" w:rsidR="00DF20ED" w:rsidRPr="002E59DD" w:rsidRDefault="00DF20ED" w:rsidP="00A25EEC">
      <w:pPr>
        <w:pStyle w:val="Titelseite"/>
      </w:pPr>
    </w:p>
    <w:p w14:paraId="2B853482" w14:textId="118B3ECE" w:rsidR="00A25EEC" w:rsidRPr="002E59DD" w:rsidRDefault="001F52D8" w:rsidP="00A25EEC">
      <w:pPr>
        <w:pStyle w:val="Titelseite"/>
      </w:pPr>
      <w:r w:rsidRPr="00E364DF">
        <w:rPr>
          <w:noProof/>
          <w:lang w:val="de-DE"/>
        </w:rPr>
        <w:drawing>
          <wp:inline distT="0" distB="0" distL="0" distR="0" wp14:anchorId="6F7EE4A3" wp14:editId="64C91E2A">
            <wp:extent cx="3436347" cy="2299947"/>
            <wp:effectExtent l="76200" t="76200" r="221615" b="234315"/>
            <wp:docPr id="24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:\Releases\20_Pictures\01_Professional RFID\Embedded Reader\Nu Stuff\OEM-HF-M840-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347" cy="229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52400" dist="1016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03C3AB7" w14:textId="77777777" w:rsidR="00A25EEC" w:rsidRPr="002E59DD" w:rsidRDefault="00A25EEC" w:rsidP="00A25EEC">
      <w:pPr>
        <w:pStyle w:val="Titelseite"/>
      </w:pPr>
    </w:p>
    <w:p w14:paraId="11A55001" w14:textId="77777777" w:rsidR="00A25EEC" w:rsidRPr="002E59DD" w:rsidRDefault="00A25EEC" w:rsidP="00A25EEC">
      <w:pPr>
        <w:pStyle w:val="Titelseite"/>
      </w:pPr>
    </w:p>
    <w:p w14:paraId="0DFB01D2" w14:textId="77777777" w:rsidR="00A25EEC" w:rsidRPr="002E59DD" w:rsidRDefault="00A25EEC" w:rsidP="00A25EEC">
      <w:pPr>
        <w:pStyle w:val="Titelseite"/>
      </w:pPr>
    </w:p>
    <w:p w14:paraId="71818564" w14:textId="3056127F" w:rsidR="00690204" w:rsidRPr="002E59DD" w:rsidRDefault="001F52D8" w:rsidP="00A25EEC">
      <w:pPr>
        <w:pStyle w:val="Titelseite"/>
      </w:pPr>
      <w:proofErr w:type="spellStart"/>
      <w:r>
        <w:t>hterm</w:t>
      </w:r>
      <w:proofErr w:type="spellEnd"/>
      <w:r>
        <w:t xml:space="preserve"> 0.8.</w:t>
      </w:r>
      <w:r w:rsidR="00435D97">
        <w:t>5</w:t>
      </w:r>
    </w:p>
    <w:p w14:paraId="320D3D64" w14:textId="77777777" w:rsidR="001F52D8" w:rsidRDefault="001F52D8" w:rsidP="00A25EEC">
      <w:pPr>
        <w:pStyle w:val="Titelseite"/>
      </w:pPr>
      <w:r>
        <w:t>Sending and Receiving Telegrams</w:t>
      </w:r>
    </w:p>
    <w:p w14:paraId="125D05C3" w14:textId="2B81CFEF" w:rsidR="00C0723D" w:rsidRPr="002E59DD" w:rsidRDefault="001F52D8" w:rsidP="00A25EEC">
      <w:pPr>
        <w:pStyle w:val="Titelseite"/>
      </w:pPr>
      <w:r>
        <w:t>with Hexadecimal Values</w:t>
      </w:r>
    </w:p>
    <w:p w14:paraId="15B2CE2D" w14:textId="77777777" w:rsidR="00CC3996" w:rsidRPr="002E59DD" w:rsidRDefault="00CC3996" w:rsidP="00A25EEC">
      <w:pPr>
        <w:pStyle w:val="Titelseite"/>
      </w:pPr>
    </w:p>
    <w:p w14:paraId="079C6101" w14:textId="77777777" w:rsidR="00F821A6" w:rsidRPr="002E59DD" w:rsidRDefault="00C0723D" w:rsidP="00F821A6">
      <w:r w:rsidRPr="002E59DD">
        <w:br w:type="page"/>
      </w:r>
    </w:p>
    <w:p w14:paraId="15420FE0" w14:textId="77777777" w:rsidR="00013F0C" w:rsidRPr="002E59DD" w:rsidRDefault="00013F0C" w:rsidP="00F821A6"/>
    <w:p w14:paraId="2267B3CF" w14:textId="77777777" w:rsidR="00013F0C" w:rsidRPr="002E59DD" w:rsidRDefault="00013F0C" w:rsidP="00F821A6"/>
    <w:p w14:paraId="7F69BED9" w14:textId="77777777" w:rsidR="00013F0C" w:rsidRPr="002E59DD" w:rsidRDefault="00013F0C" w:rsidP="00F821A6"/>
    <w:p w14:paraId="16CB82F2" w14:textId="77777777" w:rsidR="00013F0C" w:rsidRPr="002E59DD" w:rsidRDefault="00013F0C" w:rsidP="00F821A6"/>
    <w:p w14:paraId="186B37FC" w14:textId="77777777" w:rsidR="00013F0C" w:rsidRPr="002E59DD" w:rsidRDefault="00013F0C" w:rsidP="00F821A6"/>
    <w:p w14:paraId="644F8F9E" w14:textId="77777777" w:rsidR="00013F0C" w:rsidRPr="002E59DD" w:rsidRDefault="00013F0C" w:rsidP="00F821A6"/>
    <w:p w14:paraId="5B458EC4" w14:textId="77777777" w:rsidR="00013F0C" w:rsidRPr="002E59DD" w:rsidRDefault="00013F0C" w:rsidP="00F821A6"/>
    <w:p w14:paraId="1682E466" w14:textId="77777777" w:rsidR="00013F0C" w:rsidRPr="002E59DD" w:rsidRDefault="00013F0C" w:rsidP="00F821A6"/>
    <w:p w14:paraId="3680E5D0" w14:textId="77777777" w:rsidR="00013F0C" w:rsidRPr="002E59DD" w:rsidRDefault="00013F0C" w:rsidP="00F821A6"/>
    <w:p w14:paraId="09FD1E5A" w14:textId="77777777" w:rsidR="00013F0C" w:rsidRPr="002E59DD" w:rsidRDefault="00013F0C" w:rsidP="00F821A6"/>
    <w:p w14:paraId="4E82289A" w14:textId="77777777" w:rsidR="00013F0C" w:rsidRPr="002E59DD" w:rsidRDefault="00013F0C" w:rsidP="00F821A6"/>
    <w:p w14:paraId="725C87D7" w14:textId="77777777" w:rsidR="00013F0C" w:rsidRPr="002E59DD" w:rsidRDefault="00013F0C" w:rsidP="00F821A6"/>
    <w:p w14:paraId="62D43286" w14:textId="77777777" w:rsidR="002447DB" w:rsidRPr="002E59DD" w:rsidRDefault="002447DB" w:rsidP="00F821A6"/>
    <w:p w14:paraId="01A31C6B" w14:textId="77777777" w:rsidR="00013F0C" w:rsidRPr="002E59DD" w:rsidRDefault="00013F0C" w:rsidP="00F821A6"/>
    <w:p w14:paraId="6985F143" w14:textId="77777777" w:rsidR="00692D2A" w:rsidRPr="002E59DD" w:rsidRDefault="00692D2A" w:rsidP="00F821A6"/>
    <w:p w14:paraId="5285809D" w14:textId="77777777" w:rsidR="00692D2A" w:rsidRPr="002E59DD" w:rsidRDefault="00692D2A" w:rsidP="00F821A6"/>
    <w:p w14:paraId="66A3F434" w14:textId="77777777" w:rsidR="00E17CEC" w:rsidRPr="002E59DD" w:rsidRDefault="00E17CEC"/>
    <w:p w14:paraId="3ADC61AE" w14:textId="77777777" w:rsidR="00692D2A" w:rsidRPr="002E59DD" w:rsidRDefault="00692D2A"/>
    <w:p w14:paraId="339C348A" w14:textId="77777777" w:rsidR="00692D2A" w:rsidRPr="002E59DD" w:rsidRDefault="00692D2A"/>
    <w:p w14:paraId="0A98744B" w14:textId="77777777" w:rsidR="00692D2A" w:rsidRPr="002E59DD" w:rsidRDefault="00692D2A"/>
    <w:p w14:paraId="15B212C7" w14:textId="77777777" w:rsidR="00692D2A" w:rsidRPr="002E59DD" w:rsidRDefault="00692D2A"/>
    <w:p w14:paraId="6B87123D" w14:textId="77777777" w:rsidR="00692D2A" w:rsidRPr="002E59DD" w:rsidRDefault="00692D2A"/>
    <w:p w14:paraId="37D3A5F9" w14:textId="77777777" w:rsidR="00692D2A" w:rsidRPr="002E59DD" w:rsidRDefault="00692D2A"/>
    <w:p w14:paraId="4D930604" w14:textId="77777777" w:rsidR="00692D2A" w:rsidRPr="002E59DD" w:rsidRDefault="00692D2A"/>
    <w:p w14:paraId="1C5AA903" w14:textId="77777777" w:rsidR="00692D2A" w:rsidRPr="002E59DD" w:rsidRDefault="00692D2A"/>
    <w:p w14:paraId="5D129E99" w14:textId="77777777" w:rsidR="00013F0C" w:rsidRPr="002E59DD" w:rsidRDefault="00013F0C"/>
    <w:p w14:paraId="2E5B2A80" w14:textId="77777777" w:rsidR="00013F0C" w:rsidRPr="002E59DD" w:rsidRDefault="00013F0C"/>
    <w:p w14:paraId="7A7A3EF2" w14:textId="77777777" w:rsidR="00013F0C" w:rsidRPr="002E59DD" w:rsidRDefault="00013F0C"/>
    <w:p w14:paraId="3ECDD0EF" w14:textId="77777777" w:rsidR="00013F0C" w:rsidRPr="002E59DD" w:rsidRDefault="00013F0C"/>
    <w:p w14:paraId="78D546F3" w14:textId="77777777" w:rsidR="00692D2A" w:rsidRPr="002E59DD" w:rsidRDefault="00692D2A"/>
    <w:p w14:paraId="290FC839" w14:textId="77777777" w:rsidR="005618E6" w:rsidRPr="002E59DD" w:rsidRDefault="005618E6"/>
    <w:p w14:paraId="5D80F491" w14:textId="77777777" w:rsidR="006D1683" w:rsidRPr="002E59DD" w:rsidRDefault="006D1683" w:rsidP="006D1683"/>
    <w:p w14:paraId="373351EB" w14:textId="77777777" w:rsidR="006D1683" w:rsidRPr="002E59DD" w:rsidRDefault="006D1683" w:rsidP="006D1683"/>
    <w:p w14:paraId="46DA65C9" w14:textId="77777777" w:rsidR="006D1683" w:rsidRPr="002E59DD" w:rsidRDefault="006D1683" w:rsidP="006D1683"/>
    <w:p w14:paraId="437F9973" w14:textId="77777777" w:rsidR="006D1683" w:rsidRPr="002E59DD" w:rsidRDefault="006D1683" w:rsidP="006D1683"/>
    <w:p w14:paraId="112EAAEB" w14:textId="77777777" w:rsidR="006D1683" w:rsidRPr="002E59DD" w:rsidRDefault="006D1683" w:rsidP="006D1683"/>
    <w:p w14:paraId="465FC08E" w14:textId="77777777" w:rsidR="006D1683" w:rsidRPr="002E59DD" w:rsidRDefault="006D1683" w:rsidP="006D1683"/>
    <w:p w14:paraId="626AD07D" w14:textId="77777777" w:rsidR="006D1683" w:rsidRPr="002E59DD" w:rsidRDefault="006D1683" w:rsidP="006D1683"/>
    <w:p w14:paraId="36CD417F" w14:textId="77777777" w:rsidR="006D1683" w:rsidRPr="002E59DD" w:rsidRDefault="006D1683" w:rsidP="006D1683"/>
    <w:p w14:paraId="7B56892A" w14:textId="77777777" w:rsidR="006D1683" w:rsidRPr="002E59DD" w:rsidRDefault="006D1683" w:rsidP="006D1683"/>
    <w:p w14:paraId="41D8FCE7" w14:textId="77777777" w:rsidR="006D1683" w:rsidRPr="002E59DD" w:rsidRDefault="006D1683" w:rsidP="006D1683"/>
    <w:tbl>
      <w:tblPr>
        <w:tblW w:w="0" w:type="auto"/>
        <w:tblLook w:val="04A0" w:firstRow="1" w:lastRow="0" w:firstColumn="1" w:lastColumn="0" w:noHBand="0" w:noVBand="1"/>
      </w:tblPr>
      <w:tblGrid>
        <w:gridCol w:w="4973"/>
        <w:gridCol w:w="4949"/>
      </w:tblGrid>
      <w:tr w:rsidR="006D1683" w:rsidRPr="002E59DD" w14:paraId="6776AE18" w14:textId="77777777" w:rsidTr="00CD239A">
        <w:trPr>
          <w:cantSplit/>
        </w:trPr>
        <w:tc>
          <w:tcPr>
            <w:tcW w:w="5031" w:type="dxa"/>
            <w:shd w:val="clear" w:color="auto" w:fill="auto"/>
          </w:tcPr>
          <w:p w14:paraId="3C6B1272" w14:textId="77777777" w:rsidR="006D1683" w:rsidRPr="005B5B27" w:rsidRDefault="006D1683" w:rsidP="00CD239A">
            <w:pPr>
              <w:pStyle w:val="Tabelle1"/>
              <w:rPr>
                <w:lang w:val="de-DE"/>
              </w:rPr>
            </w:pPr>
            <w:r w:rsidRPr="005B5B27">
              <w:rPr>
                <w:lang w:val="de-DE"/>
              </w:rPr>
              <w:t>iDTRONIC GmbH</w:t>
            </w:r>
          </w:p>
          <w:p w14:paraId="72AF61CC" w14:textId="77777777" w:rsidR="006D1683" w:rsidRPr="005B5B27" w:rsidRDefault="006D1683" w:rsidP="00CD239A">
            <w:pPr>
              <w:pStyle w:val="Tabelle1"/>
              <w:rPr>
                <w:lang w:val="de-DE"/>
              </w:rPr>
            </w:pPr>
            <w:proofErr w:type="spellStart"/>
            <w:r w:rsidRPr="005B5B27">
              <w:rPr>
                <w:lang w:val="de-DE"/>
              </w:rPr>
              <w:t>Donnersbergweg</w:t>
            </w:r>
            <w:proofErr w:type="spellEnd"/>
            <w:r w:rsidRPr="005B5B27">
              <w:rPr>
                <w:lang w:val="de-DE"/>
              </w:rPr>
              <w:t xml:space="preserve"> 1</w:t>
            </w:r>
          </w:p>
          <w:p w14:paraId="4D47CCC3" w14:textId="77777777" w:rsidR="006D1683" w:rsidRPr="005B5B27" w:rsidRDefault="006D1683" w:rsidP="00CD239A">
            <w:pPr>
              <w:pStyle w:val="Tabelle1"/>
              <w:rPr>
                <w:lang w:val="de-DE"/>
              </w:rPr>
            </w:pPr>
            <w:r w:rsidRPr="005B5B27">
              <w:rPr>
                <w:lang w:val="de-DE"/>
              </w:rPr>
              <w:t>67059 Ludwigshafen</w:t>
            </w:r>
          </w:p>
          <w:p w14:paraId="56874635" w14:textId="77777777" w:rsidR="006D1683" w:rsidRPr="005B5B27" w:rsidRDefault="006D1683" w:rsidP="00CD239A">
            <w:pPr>
              <w:pStyle w:val="Tabelle1"/>
              <w:rPr>
                <w:lang w:val="de-DE"/>
              </w:rPr>
            </w:pPr>
            <w:r w:rsidRPr="005B5B27">
              <w:rPr>
                <w:lang w:val="de-DE"/>
              </w:rPr>
              <w:t>Germany/Deutschland</w:t>
            </w:r>
          </w:p>
          <w:p w14:paraId="1E9D3247" w14:textId="77777777" w:rsidR="006D1683" w:rsidRPr="005B5B27" w:rsidRDefault="006D1683" w:rsidP="00CD239A">
            <w:pPr>
              <w:pStyle w:val="Tabelle1"/>
              <w:rPr>
                <w:lang w:val="de-DE"/>
              </w:rPr>
            </w:pPr>
          </w:p>
          <w:p w14:paraId="0F9E8B2A" w14:textId="77777777" w:rsidR="006D1683" w:rsidRPr="002E59DD" w:rsidRDefault="006D1683" w:rsidP="00CD239A">
            <w:pPr>
              <w:pStyle w:val="Tabelle1"/>
            </w:pPr>
            <w:r w:rsidRPr="002E59DD">
              <w:t>Phone:</w:t>
            </w:r>
            <w:r w:rsidRPr="002E59DD">
              <w:tab/>
              <w:t>+49 621 6690094-0</w:t>
            </w:r>
          </w:p>
          <w:p w14:paraId="504D74AB" w14:textId="77777777" w:rsidR="006D1683" w:rsidRPr="002E59DD" w:rsidRDefault="006D1683" w:rsidP="00CD239A">
            <w:pPr>
              <w:pStyle w:val="Tabelle1"/>
            </w:pPr>
            <w:r w:rsidRPr="002E59DD">
              <w:t xml:space="preserve">Fax:      </w:t>
            </w:r>
            <w:r w:rsidRPr="002E59DD">
              <w:tab/>
              <w:t>+49 621 6690094-9</w:t>
            </w:r>
          </w:p>
          <w:p w14:paraId="4681969E" w14:textId="77777777" w:rsidR="006D1683" w:rsidRPr="002E59DD" w:rsidRDefault="006D1683" w:rsidP="00CD239A">
            <w:pPr>
              <w:pStyle w:val="Tabelle1"/>
            </w:pPr>
            <w:r w:rsidRPr="002E59DD">
              <w:t>E-Mail:</w:t>
            </w:r>
            <w:r w:rsidRPr="002E59DD">
              <w:tab/>
              <w:t>info@idtronic.de</w:t>
            </w:r>
          </w:p>
          <w:p w14:paraId="747C04B6" w14:textId="77777777" w:rsidR="006D1683" w:rsidRPr="002E59DD" w:rsidRDefault="006D1683" w:rsidP="00A8761A">
            <w:pPr>
              <w:pStyle w:val="Tabelle1"/>
            </w:pPr>
            <w:r w:rsidRPr="002E59DD">
              <w:t xml:space="preserve">Web:    </w:t>
            </w:r>
            <w:r w:rsidRPr="002E59DD">
              <w:tab/>
              <w:t>idtronic</w:t>
            </w:r>
            <w:r w:rsidR="00A8761A">
              <w:t>-rfid.com</w:t>
            </w:r>
          </w:p>
        </w:tc>
        <w:tc>
          <w:tcPr>
            <w:tcW w:w="5031" w:type="dxa"/>
            <w:shd w:val="clear" w:color="auto" w:fill="auto"/>
            <w:vAlign w:val="bottom"/>
          </w:tcPr>
          <w:p w14:paraId="54CDA7BD" w14:textId="2ECB0398" w:rsidR="006D1683" w:rsidRPr="002E59DD" w:rsidRDefault="006D1683" w:rsidP="00CD239A">
            <w:pPr>
              <w:pStyle w:val="Tabelle1r"/>
            </w:pPr>
            <w:r w:rsidRPr="002E59DD">
              <w:t xml:space="preserve">Issue </w:t>
            </w:r>
            <w:r w:rsidR="001F52D8">
              <w:t>0</w:t>
            </w:r>
            <w:r w:rsidRPr="002E59DD">
              <w:t>.</w:t>
            </w:r>
            <w:r w:rsidR="00D80F34">
              <w:t>5</w:t>
            </w:r>
          </w:p>
          <w:p w14:paraId="70A8CD9B" w14:textId="494574D4" w:rsidR="006D1683" w:rsidRPr="002E59DD" w:rsidRDefault="006D1683" w:rsidP="00CD239A">
            <w:pPr>
              <w:pStyle w:val="Tabelle1r"/>
            </w:pPr>
            <w:r w:rsidRPr="002E59DD">
              <w:t xml:space="preserve">– </w:t>
            </w:r>
            <w:r w:rsidRPr="002E59DD">
              <w:fldChar w:fldCharType="begin"/>
            </w:r>
            <w:r w:rsidRPr="002E59DD">
              <w:instrText xml:space="preserve"> SAVEDATE \@ "dd. MMMM yyyy" \* MERGEFORMAT </w:instrText>
            </w:r>
            <w:r w:rsidRPr="002E59DD">
              <w:fldChar w:fldCharType="separate"/>
            </w:r>
            <w:r w:rsidR="00300EC8">
              <w:rPr>
                <w:noProof/>
              </w:rPr>
              <w:t>03. July 2020</w:t>
            </w:r>
            <w:r w:rsidRPr="002E59DD">
              <w:fldChar w:fldCharType="end"/>
            </w:r>
            <w:r w:rsidRPr="002E59DD">
              <w:t xml:space="preserve"> –</w:t>
            </w:r>
          </w:p>
          <w:p w14:paraId="16E4AC3F" w14:textId="77777777" w:rsidR="006D1683" w:rsidRPr="002E59DD" w:rsidRDefault="006D1683" w:rsidP="00CD239A">
            <w:pPr>
              <w:pStyle w:val="Tabelle1r"/>
            </w:pPr>
          </w:p>
          <w:p w14:paraId="5DB0A6F4" w14:textId="77777777" w:rsidR="006D1683" w:rsidRPr="002E59DD" w:rsidRDefault="006D1683" w:rsidP="00CD239A">
            <w:pPr>
              <w:pStyle w:val="Tabelle1r"/>
            </w:pPr>
          </w:p>
          <w:p w14:paraId="5D01D613" w14:textId="77777777" w:rsidR="006D1683" w:rsidRPr="002E59DD" w:rsidRDefault="006D1683" w:rsidP="00CD239A">
            <w:pPr>
              <w:pStyle w:val="Tabelle1r"/>
            </w:pPr>
            <w:r w:rsidRPr="002E59DD">
              <w:t>Subject to alteration without prior notice.</w:t>
            </w:r>
          </w:p>
          <w:p w14:paraId="2A7E8546" w14:textId="3014F78C" w:rsidR="006D1683" w:rsidRPr="002E59DD" w:rsidRDefault="006D1683" w:rsidP="00CD239A">
            <w:pPr>
              <w:pStyle w:val="Tabelle1r"/>
            </w:pPr>
            <w:r w:rsidRPr="002E59DD">
              <w:t>© Copyright iDTRONIC GmbH 20</w:t>
            </w:r>
            <w:r w:rsidR="00435D97">
              <w:t>20</w:t>
            </w:r>
          </w:p>
          <w:p w14:paraId="52CB9742" w14:textId="77777777" w:rsidR="006D1683" w:rsidRPr="002E59DD" w:rsidRDefault="006D1683" w:rsidP="00CD239A">
            <w:pPr>
              <w:pStyle w:val="Tabelle1r"/>
            </w:pPr>
            <w:r w:rsidRPr="002E59DD">
              <w:t>Printed in Germany</w:t>
            </w:r>
          </w:p>
        </w:tc>
      </w:tr>
    </w:tbl>
    <w:p w14:paraId="4F01B6DE" w14:textId="77777777" w:rsidR="00C0723D" w:rsidRPr="002E59DD" w:rsidRDefault="008E0770" w:rsidP="00A25EEC">
      <w:pPr>
        <w:pStyle w:val="Inhalt"/>
      </w:pPr>
      <w:r w:rsidRPr="002E59DD">
        <w:lastRenderedPageBreak/>
        <w:t>Contents</w:t>
      </w:r>
    </w:p>
    <w:p w14:paraId="08172709" w14:textId="75FA2698" w:rsidR="00800736" w:rsidRDefault="00C0723D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e-DE"/>
        </w:rPr>
      </w:pPr>
      <w:r w:rsidRPr="002E59DD">
        <w:fldChar w:fldCharType="begin"/>
      </w:r>
      <w:r w:rsidRPr="002E59DD">
        <w:instrText xml:space="preserve"> TOC \o "1-4" </w:instrText>
      </w:r>
      <w:r w:rsidR="00CA67E6">
        <w:instrText>\h</w:instrText>
      </w:r>
      <w:r w:rsidRPr="002E59DD">
        <w:fldChar w:fldCharType="separate"/>
      </w:r>
      <w:hyperlink w:anchor="_Toc34042331" w:history="1">
        <w:r w:rsidR="00800736" w:rsidRPr="00646CCA">
          <w:rPr>
            <w:rStyle w:val="Hyperlink"/>
            <w:noProof/>
          </w:rPr>
          <w:t>1</w:t>
        </w:r>
        <w:r w:rsidR="0080073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Example: Send Command to Bluebox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_Toc34042331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 w:rsidR="00300EC8">
          <w:rPr>
            <w:noProof/>
          </w:rPr>
          <w:t>4</w:t>
        </w:r>
        <w:r w:rsidR="00800736">
          <w:rPr>
            <w:noProof/>
          </w:rPr>
          <w:fldChar w:fldCharType="end"/>
        </w:r>
      </w:hyperlink>
    </w:p>
    <w:p w14:paraId="7B414B73" w14:textId="7132F55C" w:rsidR="00800736" w:rsidRDefault="00300EC8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32" w:history="1">
        <w:r w:rsidR="00800736" w:rsidRPr="00646CCA">
          <w:rPr>
            <w:rStyle w:val="Hyperlink"/>
            <w:noProof/>
          </w:rPr>
          <w:t>1.1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Factory Default Communication Settings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_Toc34042332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4</w:t>
        </w:r>
        <w:r w:rsidR="00800736">
          <w:rPr>
            <w:noProof/>
          </w:rPr>
          <w:fldChar w:fldCharType="end"/>
        </w:r>
      </w:hyperlink>
    </w:p>
    <w:p w14:paraId="12F86A0D" w14:textId="361DEA87" w:rsidR="00800736" w:rsidRDefault="00300EC8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33" w:history="1">
        <w:r w:rsidR="00800736" w:rsidRPr="00646CCA">
          <w:rPr>
            <w:rStyle w:val="Hyperlink"/>
            <w:noProof/>
          </w:rPr>
          <w:t>1.2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Procedure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_Toc34042333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4</w:t>
        </w:r>
        <w:r w:rsidR="00800736">
          <w:rPr>
            <w:noProof/>
          </w:rPr>
          <w:fldChar w:fldCharType="end"/>
        </w:r>
      </w:hyperlink>
    </w:p>
    <w:p w14:paraId="5F091E28" w14:textId="08F0C7B3" w:rsidR="00800736" w:rsidRDefault="00300EC8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34" w:history="1">
        <w:r w:rsidR="00800736" w:rsidRPr="00646CCA">
          <w:rPr>
            <w:rStyle w:val="Hyperlink"/>
            <w:noProof/>
          </w:rPr>
          <w:t>1.3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Some Test Commands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_Toc34042334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4</w:t>
        </w:r>
        <w:r w:rsidR="00800736">
          <w:rPr>
            <w:noProof/>
          </w:rPr>
          <w:fldChar w:fldCharType="end"/>
        </w:r>
      </w:hyperlink>
    </w:p>
    <w:p w14:paraId="7BD6CF87" w14:textId="16FDF78C" w:rsidR="00800736" w:rsidRDefault="00300EC8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e-DE"/>
        </w:rPr>
      </w:pPr>
      <w:hyperlink w:anchor="_Toc34042335" w:history="1">
        <w:r w:rsidR="00800736" w:rsidRPr="00646CCA">
          <w:rPr>
            <w:rStyle w:val="Hyperlink"/>
            <w:noProof/>
          </w:rPr>
          <w:t>2</w:t>
        </w:r>
        <w:r w:rsidR="0080073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Example 2: Send Command to OEM-DESFire Devices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_Toc34042335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5</w:t>
        </w:r>
        <w:r w:rsidR="00800736">
          <w:rPr>
            <w:noProof/>
          </w:rPr>
          <w:fldChar w:fldCharType="end"/>
        </w:r>
      </w:hyperlink>
    </w:p>
    <w:p w14:paraId="7AE45691" w14:textId="4DC064D5" w:rsidR="00800736" w:rsidRDefault="00300EC8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36" w:history="1">
        <w:r w:rsidR="00800736" w:rsidRPr="00646CCA">
          <w:rPr>
            <w:rStyle w:val="Hyperlink"/>
            <w:noProof/>
          </w:rPr>
          <w:t>2.1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Factory Default Communication Settings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_Toc34042336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5</w:t>
        </w:r>
        <w:r w:rsidR="00800736">
          <w:rPr>
            <w:noProof/>
          </w:rPr>
          <w:fldChar w:fldCharType="end"/>
        </w:r>
      </w:hyperlink>
    </w:p>
    <w:p w14:paraId="24D9E181" w14:textId="54398B54" w:rsidR="00800736" w:rsidRDefault="00300EC8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37" w:history="1">
        <w:r w:rsidR="00800736" w:rsidRPr="00646CCA">
          <w:rPr>
            <w:rStyle w:val="Hyperlink"/>
            <w:noProof/>
          </w:rPr>
          <w:t>2.2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Procedure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_Toc34042337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5</w:t>
        </w:r>
        <w:r w:rsidR="00800736">
          <w:rPr>
            <w:noProof/>
          </w:rPr>
          <w:fldChar w:fldCharType="end"/>
        </w:r>
      </w:hyperlink>
    </w:p>
    <w:p w14:paraId="55ACC9D5" w14:textId="0F9F3B60" w:rsidR="00800736" w:rsidRDefault="00300EC8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e-DE"/>
        </w:rPr>
      </w:pPr>
      <w:hyperlink w:anchor="_Toc34042338" w:history="1">
        <w:r w:rsidR="00800736" w:rsidRPr="00646CCA">
          <w:rPr>
            <w:rStyle w:val="Hyperlink"/>
            <w:noProof/>
          </w:rPr>
          <w:t>3</w:t>
        </w:r>
        <w:r w:rsidR="0080073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Copy Data to Clipboard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_Toc34042338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6</w:t>
        </w:r>
        <w:r w:rsidR="00800736">
          <w:rPr>
            <w:noProof/>
          </w:rPr>
          <w:fldChar w:fldCharType="end"/>
        </w:r>
      </w:hyperlink>
    </w:p>
    <w:p w14:paraId="60C7E484" w14:textId="519B75ED" w:rsidR="00800736" w:rsidRDefault="00300EC8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e-DE"/>
        </w:rPr>
      </w:pPr>
      <w:hyperlink w:anchor="_Toc34042339" w:history="1">
        <w:r w:rsidR="00800736" w:rsidRPr="00646CCA">
          <w:rPr>
            <w:rStyle w:val="Hyperlink"/>
            <w:noProof/>
          </w:rPr>
          <w:t>4</w:t>
        </w:r>
        <w:r w:rsidR="0080073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de-DE"/>
          </w:rPr>
          <w:tab/>
        </w:r>
        <w:r w:rsidR="00800736" w:rsidRPr="00646CCA">
          <w:rPr>
            <w:rStyle w:val="Hyperlink"/>
            <w:noProof/>
          </w:rPr>
          <w:t>Automatically Send Telegrams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_Toc34042339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7</w:t>
        </w:r>
        <w:r w:rsidR="00800736">
          <w:rPr>
            <w:noProof/>
          </w:rPr>
          <w:fldChar w:fldCharType="end"/>
        </w:r>
      </w:hyperlink>
    </w:p>
    <w:p w14:paraId="6F968A9F" w14:textId="4DD80529" w:rsidR="00800736" w:rsidRDefault="00300EC8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de-DE"/>
        </w:rPr>
      </w:pPr>
      <w:hyperlink w:anchor="_Toc34042340" w:history="1">
        <w:r w:rsidR="00800736" w:rsidRPr="00646CCA">
          <w:rPr>
            <w:rStyle w:val="Hyperlink"/>
            <w:noProof/>
          </w:rPr>
          <w:t>Table of Figures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_Toc34042340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7</w:t>
        </w:r>
        <w:r w:rsidR="00800736">
          <w:rPr>
            <w:noProof/>
          </w:rPr>
          <w:fldChar w:fldCharType="end"/>
        </w:r>
      </w:hyperlink>
    </w:p>
    <w:p w14:paraId="15EFD928" w14:textId="7D50DA76" w:rsidR="00C0723D" w:rsidRPr="002E59DD" w:rsidRDefault="00C0723D" w:rsidP="00B611C8">
      <w:pPr>
        <w:pStyle w:val="Verzeichnis1"/>
      </w:pPr>
      <w:r w:rsidRPr="002E59DD">
        <w:fldChar w:fldCharType="end"/>
      </w:r>
    </w:p>
    <w:p w14:paraId="2D6AA1E8" w14:textId="77777777" w:rsidR="00C0723D" w:rsidRPr="002E59DD" w:rsidRDefault="00C0723D"/>
    <w:p w14:paraId="573FE3AE" w14:textId="6B9CC643" w:rsidR="004C5A52" w:rsidRDefault="004C5A52" w:rsidP="00EB5CCC">
      <w:pPr>
        <w:pStyle w:val="berschrift1"/>
      </w:pPr>
      <w:bookmarkStart w:id="0" w:name="_Toc34042331"/>
      <w:bookmarkStart w:id="1" w:name="_Toc241312917"/>
      <w:r>
        <w:lastRenderedPageBreak/>
        <w:t xml:space="preserve">Example: Send Command to </w:t>
      </w:r>
      <w:proofErr w:type="spellStart"/>
      <w:r>
        <w:t>Bluebox</w:t>
      </w:r>
      <w:bookmarkEnd w:id="0"/>
      <w:proofErr w:type="spellEnd"/>
    </w:p>
    <w:p w14:paraId="786ED805" w14:textId="58B54DAC" w:rsidR="004C5A52" w:rsidRDefault="004C5A52" w:rsidP="004C5A52">
      <w:pPr>
        <w:pStyle w:val="berschrift2"/>
      </w:pPr>
      <w:bookmarkStart w:id="2" w:name="_Toc34042332"/>
      <w:r>
        <w:t>Factory Default Communication Settings</w:t>
      </w:r>
      <w:bookmarkEnd w:id="2"/>
    </w:p>
    <w:p w14:paraId="3E719F78" w14:textId="064014FE" w:rsidR="004C5A52" w:rsidRDefault="004C5A52" w:rsidP="004C5A52">
      <w:pPr>
        <w:pStyle w:val="Auflistung"/>
      </w:pPr>
      <w:r>
        <w:t>19200 Baud</w:t>
      </w:r>
    </w:p>
    <w:p w14:paraId="6371FF6E" w14:textId="7CAF7257" w:rsidR="004C5A52" w:rsidRDefault="004C5A52" w:rsidP="004C5A52">
      <w:pPr>
        <w:pStyle w:val="Auflistung"/>
      </w:pPr>
      <w:r>
        <w:t xml:space="preserve">8 </w:t>
      </w:r>
      <w:proofErr w:type="spellStart"/>
      <w:r>
        <w:t>Databits</w:t>
      </w:r>
      <w:proofErr w:type="spellEnd"/>
    </w:p>
    <w:p w14:paraId="71C2790D" w14:textId="218E8864" w:rsidR="004C5A52" w:rsidRDefault="004C5A52" w:rsidP="004C5A52">
      <w:pPr>
        <w:pStyle w:val="Auflistung"/>
      </w:pPr>
      <w:r>
        <w:t xml:space="preserve">1 </w:t>
      </w:r>
      <w:proofErr w:type="spellStart"/>
      <w:r>
        <w:t>Stopbit</w:t>
      </w:r>
      <w:proofErr w:type="spellEnd"/>
    </w:p>
    <w:p w14:paraId="30C096A4" w14:textId="4725C5B6" w:rsidR="004C5A52" w:rsidRDefault="004C5A52" w:rsidP="004C5A52">
      <w:pPr>
        <w:pStyle w:val="Auflistung"/>
      </w:pPr>
      <w:r>
        <w:t>No Parity</w:t>
      </w:r>
    </w:p>
    <w:p w14:paraId="26B9F89D" w14:textId="6CE6E1DE" w:rsidR="004C5A52" w:rsidRPr="004C5A52" w:rsidRDefault="00984731" w:rsidP="00EB5CCC">
      <w:pPr>
        <w:pStyle w:val="berschrift2"/>
      </w:pPr>
      <w:bookmarkStart w:id="3" w:name="_Toc34042333"/>
      <w:r>
        <w:t>Procedure</w:t>
      </w:r>
      <w:bookmarkEnd w:id="3"/>
    </w:p>
    <w:p w14:paraId="2CC293E3" w14:textId="180F144A" w:rsidR="004C5A52" w:rsidRDefault="00AA13C8" w:rsidP="004C5A52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EE3EE6" wp14:editId="158A27D6">
                <wp:simplePos x="0" y="0"/>
                <wp:positionH relativeFrom="margin">
                  <wp:posOffset>3513887</wp:posOffset>
                </wp:positionH>
                <wp:positionV relativeFrom="paragraph">
                  <wp:posOffset>1923288</wp:posOffset>
                </wp:positionV>
                <wp:extent cx="2005965" cy="306705"/>
                <wp:effectExtent l="152400" t="0" r="13335" b="912495"/>
                <wp:wrapNone/>
                <wp:docPr id="1130" name="Sprechblase: rechteckig mit abgerundeten Ecken 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965" cy="306705"/>
                        </a:xfrm>
                        <a:prstGeom prst="wedgeRoundRectCallout">
                          <a:avLst>
                            <a:gd name="adj1" fmla="val -56928"/>
                            <a:gd name="adj2" fmla="val 342759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55326E" w14:textId="2A955E8A" w:rsidR="00583F99" w:rsidRPr="00B762AE" w:rsidRDefault="00583F99" w:rsidP="00AA13C8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5. Type in the command to be sent.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E3EE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130" o:spid="_x0000_s1026" type="#_x0000_t62" style="position:absolute;left:0;text-align:left;margin-left:276.7pt;margin-top:151.45pt;width:157.95pt;height:24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" adj="-1496,84836" fillcolor="#fde9d9 [665]" strokecolor="#002060" strokeweight="1pt">
                <v:textbox inset="1mm,0,1mm,1mm">
                  <w:txbxContent>
                    <w:p w14:paraId="6355326E" w14:textId="2A955E8A" w:rsidR="00583F99" w:rsidRPr="00B762AE" w:rsidRDefault="00583F99" w:rsidP="00AA13C8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5. Type in the command to be sent.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50D280" wp14:editId="41F4BAE5">
                <wp:simplePos x="0" y="0"/>
                <wp:positionH relativeFrom="margin">
                  <wp:posOffset>118720</wp:posOffset>
                </wp:positionH>
                <wp:positionV relativeFrom="paragraph">
                  <wp:posOffset>3788664</wp:posOffset>
                </wp:positionV>
                <wp:extent cx="1438275" cy="306705"/>
                <wp:effectExtent l="0" t="666750" r="104775" b="17145"/>
                <wp:wrapNone/>
                <wp:docPr id="1129" name="Sprechblase: rechteckig mit abgerundeten Ecken 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06705"/>
                        </a:xfrm>
                        <a:prstGeom prst="wedgeRoundRectCallout">
                          <a:avLst>
                            <a:gd name="adj1" fmla="val 54118"/>
                            <a:gd name="adj2" fmla="val -263055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D8757" w14:textId="7EAC0087" w:rsidR="00583F99" w:rsidRPr="00B762AE" w:rsidRDefault="00583F99" w:rsidP="00984731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4. Select the data format.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D280" id="Sprechblase: rechteckig mit abgerundeten Ecken 1129" o:spid="_x0000_s1027" type="#_x0000_t62" style="position:absolute;left:0;text-align:left;margin-left:9.35pt;margin-top:298.3pt;width:113.25pt;height:24.1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" adj="22489,-46020" fillcolor="#fde9d9 [665]" strokecolor="#002060" strokeweight="1pt">
                <v:textbox inset="1mm,0,1mm,1mm">
                  <w:txbxContent>
                    <w:p w14:paraId="33DD8757" w14:textId="7EAC0087" w:rsidR="00583F99" w:rsidRPr="00B762AE" w:rsidRDefault="00583F99" w:rsidP="00984731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4. Select the data format.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5CCC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BA9C53" wp14:editId="10CD2EF4">
                <wp:simplePos x="0" y="0"/>
                <wp:positionH relativeFrom="margin">
                  <wp:posOffset>121158</wp:posOffset>
                </wp:positionH>
                <wp:positionV relativeFrom="paragraph">
                  <wp:posOffset>1814322</wp:posOffset>
                </wp:positionV>
                <wp:extent cx="2482850" cy="306705"/>
                <wp:effectExtent l="0" t="1314450" r="12700" b="17145"/>
                <wp:wrapNone/>
                <wp:docPr id="1127" name="Sprechblase: rechteckig mit abgerundeten Ecken 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306705"/>
                        </a:xfrm>
                        <a:prstGeom prst="wedgeRoundRectCallout">
                          <a:avLst>
                            <a:gd name="adj1" fmla="val -37152"/>
                            <a:gd name="adj2" fmla="val -475329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AF6DC" w14:textId="32083C5D" w:rsidR="00583F99" w:rsidRPr="00B762AE" w:rsidRDefault="00583F99" w:rsidP="00984731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3. Click on [ </w:t>
                            </w:r>
                            <w:proofErr w:type="gramStart"/>
                            <w:r>
                              <w:rPr>
                                <w:color w:val="0D0D0D" w:themeColor="text1" w:themeTint="F2"/>
                              </w:rPr>
                              <w:t>Connect ]</w:t>
                            </w:r>
                            <w:proofErr w:type="gramEnd"/>
                            <w:r>
                              <w:rPr>
                                <w:color w:val="0D0D0D" w:themeColor="text1" w:themeTint="F2"/>
                              </w:rPr>
                              <w:t xml:space="preserve"> to open the COM 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A9C53" id="Sprechblase: rechteckig mit abgerundeten Ecken 1127" o:spid="_x0000_s1028" type="#_x0000_t62" style="position:absolute;left:0;text-align:left;margin-left:9.55pt;margin-top:142.85pt;width:195.5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" adj="2775,-91871" fillcolor="#fde9d9 [665]" strokecolor="#002060" strokeweight="1pt">
                <v:textbox inset="1mm,0,1mm,1mm">
                  <w:txbxContent>
                    <w:p w14:paraId="7BEAF6DC" w14:textId="32083C5D" w:rsidR="00583F99" w:rsidRPr="00B762AE" w:rsidRDefault="00583F99" w:rsidP="00984731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3. Click on [ </w:t>
                      </w:r>
                      <w:proofErr w:type="gramStart"/>
                      <w:r>
                        <w:rPr>
                          <w:color w:val="0D0D0D" w:themeColor="text1" w:themeTint="F2"/>
                        </w:rPr>
                        <w:t>Connect ]</w:t>
                      </w:r>
                      <w:proofErr w:type="gramEnd"/>
                      <w:r>
                        <w:rPr>
                          <w:color w:val="0D0D0D" w:themeColor="text1" w:themeTint="F2"/>
                        </w:rPr>
                        <w:t xml:space="preserve"> to open the COM port.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4731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68F3DC" wp14:editId="0F35A0E9">
                <wp:simplePos x="0" y="0"/>
                <wp:positionH relativeFrom="margin">
                  <wp:posOffset>2037740</wp:posOffset>
                </wp:positionH>
                <wp:positionV relativeFrom="paragraph">
                  <wp:posOffset>952652</wp:posOffset>
                </wp:positionV>
                <wp:extent cx="1740535" cy="306705"/>
                <wp:effectExtent l="457200" t="438150" r="12065" b="17145"/>
                <wp:wrapNone/>
                <wp:docPr id="1125" name="Sprechblase: rechteckig mit abgerundeten Ecken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0535" cy="306705"/>
                        </a:xfrm>
                        <a:prstGeom prst="wedgeRoundRectCallout">
                          <a:avLst>
                            <a:gd name="adj1" fmla="val -75454"/>
                            <a:gd name="adj2" fmla="val -19150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61FA3F" w14:textId="6078861E" w:rsidR="00583F99" w:rsidRPr="00B762AE" w:rsidRDefault="00583F99" w:rsidP="00984731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2. Select the desired COM 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8F3DC" id="Sprechblase: rechteckig mit abgerundeten Ecken 1125" o:spid="_x0000_s1029" type="#_x0000_t62" style="position:absolute;left:0;text-align:left;margin-left:160.45pt;margin-top:75pt;width:137.05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" adj="-5498,-30564" fillcolor="#fde9d9 [665]" strokecolor="#002060" strokeweight="1pt">
                <v:textbox inset="1mm,0,1mm,1mm">
                  <w:txbxContent>
                    <w:p w14:paraId="4361FA3F" w14:textId="6078861E" w:rsidR="00583F99" w:rsidRPr="00B762AE" w:rsidRDefault="00583F99" w:rsidP="00984731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2. Select the desired COM port.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4731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D8CD0B" wp14:editId="25807854">
                <wp:simplePos x="0" y="0"/>
                <wp:positionH relativeFrom="margin">
                  <wp:align>right</wp:align>
                </wp:positionH>
                <wp:positionV relativeFrom="paragraph">
                  <wp:posOffset>6706</wp:posOffset>
                </wp:positionV>
                <wp:extent cx="3387090" cy="306705"/>
                <wp:effectExtent l="704850" t="0" r="22860" b="207645"/>
                <wp:wrapNone/>
                <wp:docPr id="1124" name="Sprechblase: rechteckig mit abgerundeten Ecken 1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3404" y="2765146"/>
                          <a:ext cx="3387090" cy="306705"/>
                        </a:xfrm>
                        <a:prstGeom prst="wedgeRoundRectCallout">
                          <a:avLst>
                            <a:gd name="adj1" fmla="val -70491"/>
                            <a:gd name="adj2" fmla="val 111405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A1A48" w14:textId="399DD594" w:rsidR="00583F99" w:rsidRPr="00B762AE" w:rsidRDefault="00583F99" w:rsidP="00984731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1. Click on button [ </w:t>
                            </w:r>
                            <w:proofErr w:type="gramStart"/>
                            <w:r>
                              <w:rPr>
                                <w:color w:val="0D0D0D" w:themeColor="text1" w:themeTint="F2"/>
                              </w:rPr>
                              <w:t>R ]</w:t>
                            </w:r>
                            <w:proofErr w:type="gramEnd"/>
                            <w:r>
                              <w:rPr>
                                <w:color w:val="0D0D0D" w:themeColor="text1" w:themeTint="F2"/>
                              </w:rPr>
                              <w:t>. This will search all available COM 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8CD0B" id="Sprechblase: rechteckig mit abgerundeten Ecken 1124" o:spid="_x0000_s1030" type="#_x0000_t62" style="position:absolute;left:0;text-align:left;margin-left:215.5pt;margin-top:.55pt;width:266.7pt;height:24.1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" adj="-4426,34863" fillcolor="#fde9d9 [665]" strokecolor="#002060" strokeweight="1pt">
                <v:textbox inset="1mm,0,1mm,1mm">
                  <w:txbxContent>
                    <w:p w14:paraId="097A1A48" w14:textId="399DD594" w:rsidR="00583F99" w:rsidRPr="00B762AE" w:rsidRDefault="00583F99" w:rsidP="00984731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1. Click on button [ </w:t>
                      </w:r>
                      <w:proofErr w:type="gramStart"/>
                      <w:r>
                        <w:rPr>
                          <w:color w:val="0D0D0D" w:themeColor="text1" w:themeTint="F2"/>
                        </w:rPr>
                        <w:t>R ]</w:t>
                      </w:r>
                      <w:proofErr w:type="gramEnd"/>
                      <w:r>
                        <w:rPr>
                          <w:color w:val="0D0D0D" w:themeColor="text1" w:themeTint="F2"/>
                        </w:rPr>
                        <w:t>. This will search all available COM ports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A52">
        <w:rPr>
          <w:noProof/>
        </w:rPr>
        <w:drawing>
          <wp:inline distT="0" distB="0" distL="0" distR="0" wp14:anchorId="078A7F24" wp14:editId="3354DA14">
            <wp:extent cx="6291580" cy="4203700"/>
            <wp:effectExtent l="0" t="0" r="0" b="6350"/>
            <wp:docPr id="1123" name="Grafik 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0CE81" w14:textId="55C58328" w:rsidR="00AA13C8" w:rsidRDefault="00126D82" w:rsidP="00583F99">
      <w:pPr>
        <w:pStyle w:val="Beschriftung"/>
      </w:pPr>
      <w:bookmarkStart w:id="4" w:name="_Toc34042341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1</w:t>
      </w:r>
      <w:r w:rsidRPr="002E59DD">
        <w:fldChar w:fldCharType="end"/>
      </w:r>
      <w:r>
        <w:tab/>
      </w:r>
      <w:r w:rsidR="00583F99">
        <w:t xml:space="preserve">Example with </w:t>
      </w:r>
      <w:proofErr w:type="spellStart"/>
      <w:r w:rsidR="00583F99">
        <w:t>Bluebox</w:t>
      </w:r>
      <w:bookmarkEnd w:id="4"/>
      <w:proofErr w:type="spellEnd"/>
    </w:p>
    <w:p w14:paraId="175B508F" w14:textId="3470E6E4" w:rsidR="00AA13C8" w:rsidRDefault="00AA13C8" w:rsidP="004C5A52">
      <w:r>
        <w:t xml:space="preserve">[ </w:t>
      </w:r>
      <w:proofErr w:type="gramStart"/>
      <w:r>
        <w:t>Enter ]</w:t>
      </w:r>
      <w:proofErr w:type="gramEnd"/>
      <w:r>
        <w:t xml:space="preserve"> will send the command once. </w:t>
      </w:r>
      <w:proofErr w:type="gramStart"/>
      <w:r>
        <w:t>So</w:t>
      </w:r>
      <w:proofErr w:type="gramEnd"/>
      <w:r>
        <w:t xml:space="preserve"> send a command several times or repeat it endlessly see in the following.</w:t>
      </w:r>
    </w:p>
    <w:p w14:paraId="6A56779E" w14:textId="77777777" w:rsidR="00AA13C8" w:rsidRDefault="00AA13C8" w:rsidP="004C5A52"/>
    <w:p w14:paraId="20ABBD2F" w14:textId="77777777" w:rsidR="00AA13C8" w:rsidRDefault="00AA13C8" w:rsidP="004C5A52">
      <w:r>
        <w:t>The sent data is copied to the window “Transmit data”.</w:t>
      </w:r>
    </w:p>
    <w:p w14:paraId="1F83DCCE" w14:textId="77777777" w:rsidR="00AA13C8" w:rsidRDefault="00AA13C8" w:rsidP="004C5A52"/>
    <w:p w14:paraId="6469B3BF" w14:textId="2357996A" w:rsidR="002862A0" w:rsidRDefault="00AA13C8" w:rsidP="002862A0">
      <w:r>
        <w:t>Received data will be shown in the window “Received data”.</w:t>
      </w:r>
    </w:p>
    <w:p w14:paraId="6212A10F" w14:textId="74084540" w:rsidR="00FE7EAD" w:rsidRDefault="00FE7EAD" w:rsidP="00FE7EAD">
      <w:pPr>
        <w:pStyle w:val="berschrift2"/>
      </w:pPr>
      <w:bookmarkStart w:id="5" w:name="_Toc34042334"/>
      <w:r>
        <w:t>Some Test Commands</w:t>
      </w:r>
      <w:bookmarkEnd w:id="5"/>
    </w:p>
    <w:p w14:paraId="7C559831" w14:textId="47FC00E7" w:rsidR="00FE7EAD" w:rsidRDefault="00FE7EAD" w:rsidP="00FE7EAD">
      <w:r>
        <w:t xml:space="preserve">Request Firmware Version: </w:t>
      </w:r>
      <w:r>
        <w:tab/>
      </w:r>
      <w:r>
        <w:tab/>
      </w:r>
      <w:r w:rsidRPr="00FE7EAD">
        <w:t>01 46 46 02 33 34 03 07 0D</w:t>
      </w:r>
      <w:r w:rsidR="00800736">
        <w:tab/>
      </w:r>
      <w:r w:rsidR="00800736">
        <w:tab/>
      </w:r>
      <w:r w:rsidR="00800736">
        <w:tab/>
        <w:t>Reply contains FW string.</w:t>
      </w:r>
    </w:p>
    <w:p w14:paraId="7FE3DB21" w14:textId="38E54921" w:rsidR="00FE7EAD" w:rsidRDefault="00FE7EAD" w:rsidP="00FE7EAD">
      <w:r>
        <w:t>Reset Device:</w:t>
      </w:r>
      <w:r>
        <w:tab/>
      </w:r>
      <w:r>
        <w:tab/>
      </w:r>
      <w:r>
        <w:tab/>
      </w:r>
      <w:r>
        <w:tab/>
      </w:r>
      <w:r>
        <w:tab/>
      </w:r>
      <w:r w:rsidRPr="00FE7EAD">
        <w:t>01 46 46 02 33 30 03 03 0D</w:t>
      </w:r>
      <w:r>
        <w:tab/>
      </w:r>
      <w:r>
        <w:tab/>
      </w:r>
      <w:r w:rsidR="00800736">
        <w:tab/>
      </w:r>
      <w:r>
        <w:t xml:space="preserve">Reply: </w:t>
      </w:r>
      <w:r>
        <w:tab/>
      </w:r>
      <w:r>
        <w:tab/>
      </w:r>
      <w:r w:rsidRPr="00FE7EAD">
        <w:t>01 46 46 06 07 0D</w:t>
      </w:r>
    </w:p>
    <w:p w14:paraId="22D47DE1" w14:textId="26F9EA68" w:rsidR="00FE7EAD" w:rsidRDefault="00FE7EAD" w:rsidP="00FE7EAD">
      <w:r>
        <w:t>Set to Factory Defaults:</w:t>
      </w:r>
      <w:r>
        <w:tab/>
      </w:r>
      <w:r>
        <w:tab/>
        <w:t>01 46 46 02 33 31 03 02 0D</w:t>
      </w:r>
      <w:r>
        <w:tab/>
      </w:r>
      <w:r w:rsidR="00800736">
        <w:tab/>
      </w:r>
      <w:r>
        <w:tab/>
        <w:t>Reply:</w:t>
      </w:r>
      <w:r>
        <w:tab/>
      </w:r>
      <w:r>
        <w:tab/>
        <w:t>01 46 46 06 07 0D</w:t>
      </w:r>
    </w:p>
    <w:p w14:paraId="5CA25BF7" w14:textId="70C3C16D" w:rsidR="00800736" w:rsidRDefault="00800736" w:rsidP="00FE7EAD">
      <w:r>
        <w:t>RF Deactivation:</w:t>
      </w:r>
      <w:r>
        <w:tab/>
      </w:r>
      <w:r>
        <w:tab/>
      </w:r>
      <w:r>
        <w:tab/>
      </w:r>
      <w:r w:rsidRPr="00800736">
        <w:t>01 46 46 02 33 38 03 0B 0D</w:t>
      </w:r>
    </w:p>
    <w:p w14:paraId="66D580C7" w14:textId="5535A0EE" w:rsidR="00800736" w:rsidRDefault="00800736" w:rsidP="00FE7EAD">
      <w:r>
        <w:t>RF Activation:</w:t>
      </w:r>
      <w:r>
        <w:tab/>
      </w:r>
      <w:r>
        <w:tab/>
      </w:r>
      <w:r>
        <w:tab/>
      </w:r>
      <w:r>
        <w:tab/>
      </w:r>
      <w:r>
        <w:tab/>
      </w:r>
      <w:r w:rsidRPr="00800736">
        <w:t>01 46 46 02 33 39 03 0A 0D</w:t>
      </w:r>
    </w:p>
    <w:p w14:paraId="056BA5BA" w14:textId="549A734E" w:rsidR="00800736" w:rsidRDefault="00800736" w:rsidP="00FE7EAD"/>
    <w:p w14:paraId="44466089" w14:textId="04BD9B81" w:rsidR="00800736" w:rsidRPr="00FE7EAD" w:rsidRDefault="00800736" w:rsidP="00FE7EAD">
      <w:r>
        <w:t xml:space="preserve">Reply: </w:t>
      </w:r>
      <w:r w:rsidRPr="00FE7EAD">
        <w:t>01 46 46 06 07 0D</w:t>
      </w:r>
      <w:r>
        <w:t xml:space="preserve"> (Success, ACK) or </w:t>
      </w:r>
      <w:r w:rsidRPr="00800736">
        <w:t>01 46 46 15 14 0D</w:t>
      </w:r>
      <w:r>
        <w:t xml:space="preserve"> (Error, NACK)</w:t>
      </w:r>
    </w:p>
    <w:p w14:paraId="2D9D8E9D" w14:textId="60BDDA48" w:rsidR="00AD5463" w:rsidRDefault="00AD5463" w:rsidP="00AD5463">
      <w:pPr>
        <w:pStyle w:val="berschrift1"/>
      </w:pPr>
      <w:bookmarkStart w:id="6" w:name="_Toc34042335"/>
      <w:r>
        <w:lastRenderedPageBreak/>
        <w:t>Example 2: Send Command to OEM-DESFire Devices</w:t>
      </w:r>
      <w:bookmarkEnd w:id="6"/>
    </w:p>
    <w:p w14:paraId="1074E498" w14:textId="77777777" w:rsidR="00AD5463" w:rsidRDefault="00AD5463" w:rsidP="00AD5463">
      <w:pPr>
        <w:pStyle w:val="berschrift2"/>
      </w:pPr>
      <w:bookmarkStart w:id="7" w:name="_Toc34042336"/>
      <w:r>
        <w:t>Factory Default Communication Settings</w:t>
      </w:r>
      <w:bookmarkEnd w:id="7"/>
    </w:p>
    <w:p w14:paraId="6F72609A" w14:textId="33FFF8AE" w:rsidR="00AD5463" w:rsidRDefault="00AD5463" w:rsidP="00AD5463">
      <w:pPr>
        <w:pStyle w:val="Auflistung"/>
      </w:pPr>
      <w:r>
        <w:t>1</w:t>
      </w:r>
      <w:r w:rsidR="001A130C">
        <w:t>1</w:t>
      </w:r>
      <w:r>
        <w:t>5200 Baud</w:t>
      </w:r>
    </w:p>
    <w:p w14:paraId="11F0D56E" w14:textId="77777777" w:rsidR="00AD5463" w:rsidRDefault="00AD5463" w:rsidP="00AD5463">
      <w:pPr>
        <w:pStyle w:val="Auflistung"/>
      </w:pPr>
      <w:r>
        <w:t xml:space="preserve">8 </w:t>
      </w:r>
      <w:proofErr w:type="spellStart"/>
      <w:r>
        <w:t>Databits</w:t>
      </w:r>
      <w:proofErr w:type="spellEnd"/>
    </w:p>
    <w:p w14:paraId="5F389C93" w14:textId="77777777" w:rsidR="00AD5463" w:rsidRDefault="00AD5463" w:rsidP="00AD5463">
      <w:pPr>
        <w:pStyle w:val="Auflistung"/>
      </w:pPr>
      <w:r>
        <w:t xml:space="preserve">1 </w:t>
      </w:r>
      <w:proofErr w:type="spellStart"/>
      <w:r>
        <w:t>Stopbit</w:t>
      </w:r>
      <w:proofErr w:type="spellEnd"/>
    </w:p>
    <w:p w14:paraId="19DB9569" w14:textId="77777777" w:rsidR="00AD5463" w:rsidRDefault="00AD5463" w:rsidP="00AD5463">
      <w:pPr>
        <w:pStyle w:val="Auflistung"/>
      </w:pPr>
      <w:r>
        <w:t>No Parity</w:t>
      </w:r>
    </w:p>
    <w:bookmarkStart w:id="8" w:name="_Toc34042337"/>
    <w:p w14:paraId="17FFA71A" w14:textId="314AB0E5" w:rsidR="00AD5463" w:rsidRDefault="00126D82" w:rsidP="00AD5463">
      <w:pPr>
        <w:pStyle w:val="berschrift2"/>
      </w:pPr>
      <w:r w:rsidRPr="00126D8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4D3BC0" wp14:editId="1ED4255F">
                <wp:simplePos x="0" y="0"/>
                <wp:positionH relativeFrom="margin">
                  <wp:posOffset>2775585</wp:posOffset>
                </wp:positionH>
                <wp:positionV relativeFrom="paragraph">
                  <wp:posOffset>443865</wp:posOffset>
                </wp:positionV>
                <wp:extent cx="3387090" cy="306705"/>
                <wp:effectExtent l="762000" t="0" r="22860" b="207645"/>
                <wp:wrapNone/>
                <wp:docPr id="1136" name="Sprechblase: rechteckig mit abgerundeten Ecken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7090" cy="306705"/>
                        </a:xfrm>
                        <a:prstGeom prst="wedgeRoundRectCallout">
                          <a:avLst>
                            <a:gd name="adj1" fmla="val -72003"/>
                            <a:gd name="adj2" fmla="val 106635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09B428" w14:textId="77777777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1. Click on button [ </w:t>
                            </w:r>
                            <w:proofErr w:type="gramStart"/>
                            <w:r>
                              <w:rPr>
                                <w:color w:val="0D0D0D" w:themeColor="text1" w:themeTint="F2"/>
                              </w:rPr>
                              <w:t>R ]</w:t>
                            </w:r>
                            <w:proofErr w:type="gramEnd"/>
                            <w:r>
                              <w:rPr>
                                <w:color w:val="0D0D0D" w:themeColor="text1" w:themeTint="F2"/>
                              </w:rPr>
                              <w:t>. This will search all available COM 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D3BC0" id="Sprechblase: rechteckig mit abgerundeten Ecken 1136" o:spid="_x0000_s1031" type="#_x0000_t62" style="position:absolute;left:0;text-align:left;margin-left:218.55pt;margin-top:34.95pt;width:266.7pt;height:24.1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" adj="-4753,33833" fillcolor="#fde9d9 [665]" strokecolor="#002060" strokeweight="1pt">
                <v:textbox inset="1mm,0,1mm,1mm">
                  <w:txbxContent>
                    <w:p w14:paraId="4509B428" w14:textId="77777777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1. Click on button [ </w:t>
                      </w:r>
                      <w:proofErr w:type="gramStart"/>
                      <w:r>
                        <w:rPr>
                          <w:color w:val="0D0D0D" w:themeColor="text1" w:themeTint="F2"/>
                        </w:rPr>
                        <w:t>R ]</w:t>
                      </w:r>
                      <w:proofErr w:type="gramEnd"/>
                      <w:r>
                        <w:rPr>
                          <w:color w:val="0D0D0D" w:themeColor="text1" w:themeTint="F2"/>
                        </w:rPr>
                        <w:t>. This will search all available COM ports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5463">
        <w:t>Procedure</w:t>
      </w:r>
      <w:bookmarkEnd w:id="8"/>
    </w:p>
    <w:p w14:paraId="117E92F9" w14:textId="537F2EDC" w:rsidR="001A130C" w:rsidRDefault="00126D82" w:rsidP="001A130C">
      <w:r w:rsidRPr="00126D8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07DA16" wp14:editId="19EAD62D">
                <wp:simplePos x="0" y="0"/>
                <wp:positionH relativeFrom="margin">
                  <wp:posOffset>3192501</wp:posOffset>
                </wp:positionH>
                <wp:positionV relativeFrom="paragraph">
                  <wp:posOffset>1557528</wp:posOffset>
                </wp:positionV>
                <wp:extent cx="2005965" cy="489585"/>
                <wp:effectExtent l="438150" t="0" r="13335" b="710565"/>
                <wp:wrapNone/>
                <wp:docPr id="1140" name="Sprechblase: rechteckig mit abgerundeten Ecken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5965" cy="489585"/>
                        </a:xfrm>
                        <a:prstGeom prst="wedgeRoundRectCallout">
                          <a:avLst>
                            <a:gd name="adj1" fmla="val -71880"/>
                            <a:gd name="adj2" fmla="val 18587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50DD57" w14:textId="14488161" w:rsidR="00583F99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5. Type in the command to be sent.</w:t>
                            </w:r>
                          </w:p>
                          <w:p w14:paraId="3C98306B" w14:textId="6449E809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Then confirm with [ </w:t>
                            </w:r>
                            <w:proofErr w:type="gramStart"/>
                            <w:r>
                              <w:rPr>
                                <w:color w:val="0D0D0D" w:themeColor="text1" w:themeTint="F2"/>
                              </w:rPr>
                              <w:t>Enter ]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7DA16" id="Sprechblase: rechteckig mit abgerundeten Ecken 1140" o:spid="_x0000_s1032" type="#_x0000_t62" style="position:absolute;left:0;text-align:left;margin-left:251.4pt;margin-top:122.65pt;width:157.95pt;height:38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" adj="-4726,50948" fillcolor="#fde9d9 [665]" strokecolor="#002060" strokeweight="1pt">
                <v:textbox inset="1mm,0,1mm,1mm">
                  <w:txbxContent>
                    <w:p w14:paraId="6550DD57" w14:textId="14488161" w:rsidR="00583F99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5. Type in the command to be sent.</w:t>
                      </w:r>
                    </w:p>
                    <w:p w14:paraId="3C98306B" w14:textId="6449E809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Then confirm with [ </w:t>
                      </w:r>
                      <w:proofErr w:type="gramStart"/>
                      <w:r>
                        <w:rPr>
                          <w:color w:val="0D0D0D" w:themeColor="text1" w:themeTint="F2"/>
                        </w:rPr>
                        <w:t>Enter ]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6D8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4D186B" wp14:editId="03B713AC">
                <wp:simplePos x="0" y="0"/>
                <wp:positionH relativeFrom="margin">
                  <wp:posOffset>110668</wp:posOffset>
                </wp:positionH>
                <wp:positionV relativeFrom="paragraph">
                  <wp:posOffset>2882646</wp:posOffset>
                </wp:positionV>
                <wp:extent cx="1438275" cy="306705"/>
                <wp:effectExtent l="0" t="190500" r="28575" b="17145"/>
                <wp:wrapNone/>
                <wp:docPr id="1139" name="Sprechblase: rechteckig mit abgerundeten Ecken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06705"/>
                        </a:xfrm>
                        <a:prstGeom prst="wedgeRoundRectCallout">
                          <a:avLst>
                            <a:gd name="adj1" fmla="val 48015"/>
                            <a:gd name="adj2" fmla="val -108024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1D481" w14:textId="77777777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4. Select the data format.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D186B" id="Sprechblase: rechteckig mit abgerundeten Ecken 1139" o:spid="_x0000_s1033" type="#_x0000_t62" style="position:absolute;left:0;text-align:left;margin-left:8.7pt;margin-top:227pt;width:113.25pt;height:24.1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" adj="21171,-12533" fillcolor="#fde9d9 [665]" strokecolor="#002060" strokeweight="1pt">
                <v:textbox inset="1mm,0,1mm,1mm">
                  <w:txbxContent>
                    <w:p w14:paraId="72A1D481" w14:textId="77777777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4. Select the data format.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6D8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031F18" wp14:editId="273034E8">
                <wp:simplePos x="0" y="0"/>
                <wp:positionH relativeFrom="margin">
                  <wp:align>left</wp:align>
                </wp:positionH>
                <wp:positionV relativeFrom="paragraph">
                  <wp:posOffset>1592784</wp:posOffset>
                </wp:positionV>
                <wp:extent cx="2482850" cy="306705"/>
                <wp:effectExtent l="0" t="1123950" r="12700" b="17145"/>
                <wp:wrapNone/>
                <wp:docPr id="1138" name="Sprechblase: rechteckig mit abgerundeten Ecken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1325" y="4350258"/>
                          <a:ext cx="2482850" cy="306705"/>
                        </a:xfrm>
                        <a:prstGeom prst="wedgeRoundRectCallout">
                          <a:avLst>
                            <a:gd name="adj1" fmla="val -36563"/>
                            <a:gd name="adj2" fmla="val -413317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A0D34" w14:textId="77777777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3. Click on [ </w:t>
                            </w:r>
                            <w:proofErr w:type="gramStart"/>
                            <w:r>
                              <w:rPr>
                                <w:color w:val="0D0D0D" w:themeColor="text1" w:themeTint="F2"/>
                              </w:rPr>
                              <w:t>Connect ]</w:t>
                            </w:r>
                            <w:proofErr w:type="gramEnd"/>
                            <w:r>
                              <w:rPr>
                                <w:color w:val="0D0D0D" w:themeColor="text1" w:themeTint="F2"/>
                              </w:rPr>
                              <w:t xml:space="preserve"> to open the COM 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1F18" id="Sprechblase: rechteckig mit abgerundeten Ecken 1138" o:spid="_x0000_s1034" type="#_x0000_t62" style="position:absolute;left:0;text-align:left;margin-left:0;margin-top:125.4pt;width:195.5pt;height:24.1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" adj="2902,-78476" fillcolor="#fde9d9 [665]" strokecolor="#002060" strokeweight="1pt">
                <v:textbox inset="1mm,0,1mm,1mm">
                  <w:txbxContent>
                    <w:p w14:paraId="7BDA0D34" w14:textId="77777777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3. Click on [ </w:t>
                      </w:r>
                      <w:proofErr w:type="gramStart"/>
                      <w:r>
                        <w:rPr>
                          <w:color w:val="0D0D0D" w:themeColor="text1" w:themeTint="F2"/>
                        </w:rPr>
                        <w:t>Connect ]</w:t>
                      </w:r>
                      <w:proofErr w:type="gramEnd"/>
                      <w:r>
                        <w:rPr>
                          <w:color w:val="0D0D0D" w:themeColor="text1" w:themeTint="F2"/>
                        </w:rPr>
                        <w:t xml:space="preserve"> to open the COM port.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6D8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709B27" wp14:editId="260F6294">
                <wp:simplePos x="0" y="0"/>
                <wp:positionH relativeFrom="margin">
                  <wp:posOffset>1012520</wp:posOffset>
                </wp:positionH>
                <wp:positionV relativeFrom="paragraph">
                  <wp:posOffset>937438</wp:posOffset>
                </wp:positionV>
                <wp:extent cx="1740535" cy="306705"/>
                <wp:effectExtent l="457200" t="438150" r="12065" b="17145"/>
                <wp:wrapNone/>
                <wp:docPr id="1137" name="Sprechblase: rechteckig mit abgerundeten Ecken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0535" cy="306705"/>
                        </a:xfrm>
                        <a:prstGeom prst="wedgeRoundRectCallout">
                          <a:avLst>
                            <a:gd name="adj1" fmla="val -75454"/>
                            <a:gd name="adj2" fmla="val -19150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12CCA" w14:textId="77777777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2. Select the desired COM port.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09B27" id="Sprechblase: rechteckig mit abgerundeten Ecken 1137" o:spid="_x0000_s1035" type="#_x0000_t62" style="position:absolute;left:0;text-align:left;margin-left:79.75pt;margin-top:73.8pt;width:137.05pt;height:24.1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" adj="-5498,-30564" fillcolor="#fde9d9 [665]" strokecolor="#002060" strokeweight="1pt">
                <v:textbox inset="1mm,0,1mm,1mm">
                  <w:txbxContent>
                    <w:p w14:paraId="20512CCA" w14:textId="77777777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2. Select the desired COM port.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130C">
        <w:rPr>
          <w:noProof/>
        </w:rPr>
        <w:drawing>
          <wp:inline distT="0" distB="0" distL="0" distR="0" wp14:anchorId="5EE2D9AC" wp14:editId="5E2CFE35">
            <wp:extent cx="6297128" cy="3189199"/>
            <wp:effectExtent l="0" t="0" r="8890" b="0"/>
            <wp:docPr id="1135" name="Grafik 1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94"/>
                    <a:stretch/>
                  </pic:blipFill>
                  <pic:spPr bwMode="auto">
                    <a:xfrm>
                      <a:off x="0" y="0"/>
                      <a:ext cx="6298565" cy="318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358151" w14:textId="321B5EE4" w:rsidR="00583F99" w:rsidRDefault="00583F99" w:rsidP="00583F99">
      <w:pPr>
        <w:pStyle w:val="Beschriftung"/>
      </w:pPr>
      <w:bookmarkStart w:id="9" w:name="_Toc34042342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2</w:t>
      </w:r>
      <w:r w:rsidRPr="002E59DD">
        <w:fldChar w:fldCharType="end"/>
      </w:r>
      <w:r>
        <w:tab/>
        <w:t xml:space="preserve">Example with OEM-DESFire Series, send </w:t>
      </w:r>
      <w:proofErr w:type="spellStart"/>
      <w:r>
        <w:t>telegramm</w:t>
      </w:r>
      <w:bookmarkEnd w:id="9"/>
      <w:proofErr w:type="spellEnd"/>
    </w:p>
    <w:p w14:paraId="4EC97DE4" w14:textId="03BB852F" w:rsidR="001A130C" w:rsidRPr="001A130C" w:rsidRDefault="00126D82" w:rsidP="00126D82">
      <w:pPr>
        <w:pStyle w:val="Zwischenberschrift"/>
      </w:pPr>
      <w:r>
        <w:t>Result</w:t>
      </w:r>
    </w:p>
    <w:p w14:paraId="7CC804CB" w14:textId="4FF7C33C" w:rsidR="00AD5463" w:rsidRDefault="00126D82" w:rsidP="004C5A52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02CCDA" wp14:editId="37C57F05">
                <wp:simplePos x="0" y="0"/>
                <wp:positionH relativeFrom="column">
                  <wp:posOffset>3095422</wp:posOffset>
                </wp:positionH>
                <wp:positionV relativeFrom="paragraph">
                  <wp:posOffset>1386942</wp:posOffset>
                </wp:positionV>
                <wp:extent cx="2355215" cy="524510"/>
                <wp:effectExtent l="1104900" t="38100" r="26035" b="27940"/>
                <wp:wrapNone/>
                <wp:docPr id="1141" name="Sprechblase: rechteckig mit abgerundeten Ecken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5215" cy="524510"/>
                        </a:xfrm>
                        <a:prstGeom prst="wedgeRoundRectCallout">
                          <a:avLst>
                            <a:gd name="adj1" fmla="val -96180"/>
                            <a:gd name="adj2" fmla="val -55150"/>
                            <a:gd name="adj3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5069D" w14:textId="42F2C88C" w:rsidR="00583F99" w:rsidRPr="00B762AE" w:rsidRDefault="00583F99" w:rsidP="00126D8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In the example reply, the part that contains the firmware version has been highlighted.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2CCDA" id="Sprechblase: rechteckig mit abgerundeten Ecken 1141" o:spid="_x0000_s1036" type="#_x0000_t62" style="position:absolute;left:0;text-align:left;margin-left:243.75pt;margin-top:109.2pt;width:185.45pt;height:4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" adj="-9975,-1112" fillcolor="#eaf1dd [662]" strokecolor="#002060" strokeweight="1pt">
                <v:textbox inset="1mm,0,1mm,1mm">
                  <w:txbxContent>
                    <w:p w14:paraId="0A65069D" w14:textId="42F2C88C" w:rsidR="00583F99" w:rsidRPr="00B762AE" w:rsidRDefault="00583F99" w:rsidP="00126D82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In the example reply, the part that contains the firmware version has been highlighted.</w:t>
                      </w:r>
                    </w:p>
                  </w:txbxContent>
                </v:textbox>
              </v:shape>
            </w:pict>
          </mc:Fallback>
        </mc:AlternateContent>
      </w:r>
      <w:r w:rsidR="001A130C">
        <w:rPr>
          <w:noProof/>
        </w:rPr>
        <w:drawing>
          <wp:inline distT="0" distB="0" distL="0" distR="0" wp14:anchorId="297FF295" wp14:editId="783AA760">
            <wp:extent cx="6298565" cy="3269894"/>
            <wp:effectExtent l="0" t="0" r="6985" b="6985"/>
            <wp:docPr id="1134" name="Grafik 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32"/>
                    <a:stretch/>
                  </pic:blipFill>
                  <pic:spPr bwMode="auto">
                    <a:xfrm>
                      <a:off x="0" y="0"/>
                      <a:ext cx="6298565" cy="3269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09C2B7" w14:textId="11865098" w:rsidR="00583F99" w:rsidRDefault="00583F99" w:rsidP="00583F99">
      <w:pPr>
        <w:pStyle w:val="Beschriftung"/>
      </w:pPr>
      <w:bookmarkStart w:id="10" w:name="_Toc34042343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3</w:t>
      </w:r>
      <w:r w:rsidRPr="002E59DD">
        <w:fldChar w:fldCharType="end"/>
      </w:r>
      <w:r>
        <w:tab/>
        <w:t xml:space="preserve">Example with OEM-DESFire Series, receive </w:t>
      </w:r>
      <w:proofErr w:type="spellStart"/>
      <w:r>
        <w:t>telegramm</w:t>
      </w:r>
      <w:bookmarkEnd w:id="10"/>
      <w:proofErr w:type="spellEnd"/>
    </w:p>
    <w:p w14:paraId="377C3468" w14:textId="4B80EF9A" w:rsidR="001F52D8" w:rsidRDefault="001F52D8" w:rsidP="00EB5CCC">
      <w:pPr>
        <w:pStyle w:val="berschrift1"/>
      </w:pPr>
      <w:bookmarkStart w:id="11" w:name="_Toc34042338"/>
      <w:r>
        <w:lastRenderedPageBreak/>
        <w:t>Copy Data to Clipboard</w:t>
      </w:r>
      <w:bookmarkEnd w:id="1"/>
      <w:bookmarkEnd w:id="11"/>
    </w:p>
    <w:p w14:paraId="4909CE82" w14:textId="6806E1A4" w:rsidR="001F52D8" w:rsidRDefault="00837F78" w:rsidP="001F52D8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4DA72" wp14:editId="78D8DB61">
                <wp:simplePos x="0" y="0"/>
                <wp:positionH relativeFrom="column">
                  <wp:posOffset>3461461</wp:posOffset>
                </wp:positionH>
                <wp:positionV relativeFrom="paragraph">
                  <wp:posOffset>1772666</wp:posOffset>
                </wp:positionV>
                <wp:extent cx="2156460" cy="524510"/>
                <wp:effectExtent l="0" t="438150" r="434340" b="27940"/>
                <wp:wrapNone/>
                <wp:docPr id="1122" name="Sprechblase: rechteckig mit abgerundeten Ecken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524510"/>
                        </a:xfrm>
                        <a:prstGeom prst="wedgeRoundRectCallout">
                          <a:avLst>
                            <a:gd name="adj1" fmla="val 69328"/>
                            <a:gd name="adj2" fmla="val -130462"/>
                            <a:gd name="adj3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F9162" w14:textId="5E194580" w:rsidR="00583F99" w:rsidRPr="00B762AE" w:rsidRDefault="00583F99" w:rsidP="00837F78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To deselect, c</w:t>
                            </w:r>
                            <w:r w:rsidRPr="00B762AE">
                              <w:rPr>
                                <w:color w:val="0D0D0D" w:themeColor="text1" w:themeTint="F2"/>
                              </w:rPr>
                              <w:t xml:space="preserve">lick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on an area with not data, e.g. in the space right of the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4DA72" id="Sprechblase: rechteckig mit abgerundeten Ecken 1122" o:spid="_x0000_s1037" type="#_x0000_t62" style="position:absolute;left:0;text-align:left;margin-left:272.55pt;margin-top:139.6pt;width:169.8pt;height:4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" adj="25775,-17380" fillcolor="#eaf1dd [662]" strokecolor="#002060" strokeweight="1pt">
                <v:textbox inset="1mm,0,1mm,1mm">
                  <w:txbxContent>
                    <w:p w14:paraId="2E5F9162" w14:textId="5E194580" w:rsidR="00583F99" w:rsidRPr="00B762AE" w:rsidRDefault="00583F99" w:rsidP="00837F78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To deselect, c</w:t>
                      </w:r>
                      <w:r w:rsidRPr="00B762AE">
                        <w:rPr>
                          <w:color w:val="0D0D0D" w:themeColor="text1" w:themeTint="F2"/>
                        </w:rPr>
                        <w:t xml:space="preserve">lick </w:t>
                      </w:r>
                      <w:r>
                        <w:rPr>
                          <w:color w:val="0D0D0D" w:themeColor="text1" w:themeTint="F2"/>
                        </w:rPr>
                        <w:t>on an area with not data, e.g. in the space right of the data.</w:t>
                      </w:r>
                    </w:p>
                  </w:txbxContent>
                </v:textbox>
              </v:shape>
            </w:pict>
          </mc:Fallback>
        </mc:AlternateContent>
      </w:r>
      <w:r w:rsidR="00B762AE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9515D" wp14:editId="7CA576D2">
                <wp:simplePos x="0" y="0"/>
                <wp:positionH relativeFrom="column">
                  <wp:posOffset>1384706</wp:posOffset>
                </wp:positionH>
                <wp:positionV relativeFrom="paragraph">
                  <wp:posOffset>376834</wp:posOffset>
                </wp:positionV>
                <wp:extent cx="2083435" cy="356235"/>
                <wp:effectExtent l="895350" t="0" r="12065" b="158115"/>
                <wp:wrapNone/>
                <wp:docPr id="2" name="Sprechblase: rechteckig mit abgerundeten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435" cy="356235"/>
                        </a:xfrm>
                        <a:prstGeom prst="wedgeRoundRectCallout">
                          <a:avLst>
                            <a:gd name="adj1" fmla="val -93004"/>
                            <a:gd name="adj2" fmla="val 83778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A4FF0C" w14:textId="0CAA2D49" w:rsidR="00583F99" w:rsidRPr="00B762AE" w:rsidRDefault="00583F99" w:rsidP="00B762AE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B762AE">
                              <w:rPr>
                                <w:color w:val="0D0D0D" w:themeColor="text1" w:themeTint="F2"/>
                              </w:rPr>
                              <w:t>Click on first character to be copied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9515D" id="Sprechblase: rechteckig mit abgerundeten Ecken 2" o:spid="_x0000_s1038" type="#_x0000_t62" style="position:absolute;left:0;text-align:left;margin-left:109.05pt;margin-top:29.65pt;width:164.05pt;height:2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" adj="-9289,28896" fillcolor="#fde9d9 [665]" strokecolor="#002060" strokeweight="1pt">
                <v:textbox inset="1mm,0,1mm,1mm">
                  <w:txbxContent>
                    <w:p w14:paraId="17A4FF0C" w14:textId="0CAA2D49" w:rsidR="00583F99" w:rsidRPr="00B762AE" w:rsidRDefault="00583F99" w:rsidP="00B762AE">
                      <w:pPr>
                        <w:rPr>
                          <w:color w:val="0D0D0D" w:themeColor="text1" w:themeTint="F2"/>
                        </w:rPr>
                      </w:pPr>
                      <w:r w:rsidRPr="00B762AE">
                        <w:rPr>
                          <w:color w:val="0D0D0D" w:themeColor="text1" w:themeTint="F2"/>
                        </w:rPr>
                        <w:t>Click on first character to be copied</w:t>
                      </w:r>
                      <w:r>
                        <w:rPr>
                          <w:color w:val="0D0D0D" w:themeColor="text1" w:themeTint="F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F52D8">
        <w:rPr>
          <w:noProof/>
        </w:rPr>
        <w:drawing>
          <wp:inline distT="0" distB="0" distL="0" distR="0" wp14:anchorId="08B703B7" wp14:editId="72CC5D9B">
            <wp:extent cx="6294755" cy="2378192"/>
            <wp:effectExtent l="0" t="0" r="0" b="317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237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40C95" w14:textId="085666AF" w:rsidR="001F52D8" w:rsidRDefault="001F52D8" w:rsidP="001F52D8">
      <w:pPr>
        <w:pStyle w:val="Beschriftung"/>
      </w:pPr>
      <w:bookmarkStart w:id="12" w:name="_Toc34042344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4</w:t>
      </w:r>
      <w:r w:rsidRPr="002E59DD">
        <w:fldChar w:fldCharType="end"/>
      </w:r>
      <w:r>
        <w:tab/>
        <w:t>C</w:t>
      </w:r>
      <w:r w:rsidR="00B762AE">
        <w:t>opy step 1</w:t>
      </w:r>
      <w:bookmarkEnd w:id="12"/>
    </w:p>
    <w:p w14:paraId="5EC27CB8" w14:textId="19B99174" w:rsidR="001F52D8" w:rsidRDefault="00B762AE" w:rsidP="001F52D8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BF960" wp14:editId="25300550">
                <wp:simplePos x="0" y="0"/>
                <wp:positionH relativeFrom="column">
                  <wp:posOffset>3247187</wp:posOffset>
                </wp:positionH>
                <wp:positionV relativeFrom="paragraph">
                  <wp:posOffset>946455</wp:posOffset>
                </wp:positionV>
                <wp:extent cx="2156460" cy="524510"/>
                <wp:effectExtent l="1028700" t="57150" r="15240" b="27940"/>
                <wp:wrapNone/>
                <wp:docPr id="29" name="Sprechblase: rechteckig mit abgerundeten Eck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524510"/>
                        </a:xfrm>
                        <a:prstGeom prst="wedgeRoundRectCallout">
                          <a:avLst>
                            <a:gd name="adj1" fmla="val -97230"/>
                            <a:gd name="adj2" fmla="val -59334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D9A8E" w14:textId="77777777" w:rsidR="00583F99" w:rsidRDefault="00583F99" w:rsidP="00B762AE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B762AE">
                              <w:rPr>
                                <w:color w:val="0D0D0D" w:themeColor="text1" w:themeTint="F2"/>
                              </w:rPr>
                              <w:t xml:space="preserve">Click on last character to be copied. </w:t>
                            </w:r>
                          </w:p>
                          <w:p w14:paraId="0D964586" w14:textId="1FFD5835" w:rsidR="00583F99" w:rsidRPr="00B762AE" w:rsidRDefault="00583F99" w:rsidP="00B762AE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B762AE">
                              <w:rPr>
                                <w:color w:val="0D0D0D" w:themeColor="text1" w:themeTint="F2"/>
                              </w:rPr>
                              <w:t>The selected area will be highlighted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BF960" id="Sprechblase: rechteckig mit abgerundeten Ecken 29" o:spid="_x0000_s1039" type="#_x0000_t62" style="position:absolute;left:0;text-align:left;margin-left:255.7pt;margin-top:74.5pt;width:169.8pt;height: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" adj="-10202,-2016" fillcolor="#fde9d9 [665]" strokecolor="#002060" strokeweight="1pt">
                <v:textbox inset="1mm,0,1mm,1mm">
                  <w:txbxContent>
                    <w:p w14:paraId="552D9A8E" w14:textId="77777777" w:rsidR="00583F99" w:rsidRDefault="00583F99" w:rsidP="00B762AE">
                      <w:pPr>
                        <w:rPr>
                          <w:color w:val="0D0D0D" w:themeColor="text1" w:themeTint="F2"/>
                        </w:rPr>
                      </w:pPr>
                      <w:r w:rsidRPr="00B762AE">
                        <w:rPr>
                          <w:color w:val="0D0D0D" w:themeColor="text1" w:themeTint="F2"/>
                        </w:rPr>
                        <w:t xml:space="preserve">Click on last character to be copied. </w:t>
                      </w:r>
                    </w:p>
                    <w:p w14:paraId="0D964586" w14:textId="1FFD5835" w:rsidR="00583F99" w:rsidRPr="00B762AE" w:rsidRDefault="00583F99" w:rsidP="00B762AE">
                      <w:pPr>
                        <w:rPr>
                          <w:color w:val="0D0D0D" w:themeColor="text1" w:themeTint="F2"/>
                        </w:rPr>
                      </w:pPr>
                      <w:r w:rsidRPr="00B762AE">
                        <w:rPr>
                          <w:color w:val="0D0D0D" w:themeColor="text1" w:themeTint="F2"/>
                        </w:rPr>
                        <w:t>The selected area will be highlighted</w:t>
                      </w:r>
                    </w:p>
                  </w:txbxContent>
                </v:textbox>
              </v:shape>
            </w:pict>
          </mc:Fallback>
        </mc:AlternateContent>
      </w:r>
      <w:r w:rsidR="001F52D8">
        <w:rPr>
          <w:noProof/>
        </w:rPr>
        <w:drawing>
          <wp:inline distT="0" distB="0" distL="0" distR="0" wp14:anchorId="5A6318D6" wp14:editId="3E48873C">
            <wp:extent cx="6282292" cy="2052320"/>
            <wp:effectExtent l="0" t="0" r="4445" b="508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292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3" w:name="_Toc34042345"/>
    <w:p w14:paraId="42E47E04" w14:textId="18B435AB" w:rsidR="001F52D8" w:rsidRDefault="005A36D3" w:rsidP="001F52D8">
      <w:pPr>
        <w:pStyle w:val="Beschriftung"/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D2CE8" wp14:editId="7F78D2F9">
                <wp:simplePos x="0" y="0"/>
                <wp:positionH relativeFrom="column">
                  <wp:posOffset>2517877</wp:posOffset>
                </wp:positionH>
                <wp:positionV relativeFrom="paragraph">
                  <wp:posOffset>131750</wp:posOffset>
                </wp:positionV>
                <wp:extent cx="2083435" cy="356235"/>
                <wp:effectExtent l="895350" t="0" r="12065" b="158115"/>
                <wp:wrapNone/>
                <wp:docPr id="1120" name="Sprechblase: rechteckig mit abgerundeten Ecken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3435" cy="356235"/>
                        </a:xfrm>
                        <a:prstGeom prst="wedgeRoundRectCallout">
                          <a:avLst>
                            <a:gd name="adj1" fmla="val -93004"/>
                            <a:gd name="adj2" fmla="val 83778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30F678" w14:textId="77777777" w:rsidR="00583F99" w:rsidRPr="00B762AE" w:rsidRDefault="00583F99" w:rsidP="00B762AE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B762AE">
                              <w:rPr>
                                <w:color w:val="0D0D0D" w:themeColor="text1" w:themeTint="F2"/>
                              </w:rPr>
                              <w:t>Click on first character to be copied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D2CE8" id="Sprechblase: rechteckig mit abgerundeten Ecken 1120" o:spid="_x0000_s1040" type="#_x0000_t62" style="position:absolute;left:0;text-align:left;margin-left:198.25pt;margin-top:10.35pt;width:164.05pt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" adj="-9289,28896" fillcolor="#fde9d9 [665]" strokecolor="#002060" strokeweight="1pt">
                <v:textbox inset="1mm,0,1mm,1mm">
                  <w:txbxContent>
                    <w:p w14:paraId="6D30F678" w14:textId="77777777" w:rsidR="00583F99" w:rsidRPr="00B762AE" w:rsidRDefault="00583F99" w:rsidP="00B762AE">
                      <w:pPr>
                        <w:rPr>
                          <w:color w:val="0D0D0D" w:themeColor="text1" w:themeTint="F2"/>
                        </w:rPr>
                      </w:pPr>
                      <w:r w:rsidRPr="00B762AE">
                        <w:rPr>
                          <w:color w:val="0D0D0D" w:themeColor="text1" w:themeTint="F2"/>
                        </w:rPr>
                        <w:t>Click on first character to be copied</w:t>
                      </w:r>
                      <w:r>
                        <w:rPr>
                          <w:color w:val="0D0D0D" w:themeColor="text1" w:themeTint="F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F52D8" w:rsidRPr="002E59DD">
        <w:t xml:space="preserve">Figure </w:t>
      </w:r>
      <w:r w:rsidR="001F52D8" w:rsidRPr="002E59DD">
        <w:fldChar w:fldCharType="begin"/>
      </w:r>
      <w:r w:rsidR="001F52D8" w:rsidRPr="002E59DD">
        <w:instrText xml:space="preserve"> SEQ Figure \* ARABIC </w:instrText>
      </w:r>
      <w:r w:rsidR="001F52D8" w:rsidRPr="002E59DD">
        <w:fldChar w:fldCharType="separate"/>
      </w:r>
      <w:r w:rsidR="00300EC8">
        <w:rPr>
          <w:noProof/>
        </w:rPr>
        <w:t>5</w:t>
      </w:r>
      <w:r w:rsidR="001F52D8" w:rsidRPr="002E59DD">
        <w:fldChar w:fldCharType="end"/>
      </w:r>
      <w:r w:rsidR="001F52D8">
        <w:tab/>
        <w:t>C</w:t>
      </w:r>
      <w:r w:rsidR="00B762AE">
        <w:t>opy step 2</w:t>
      </w:r>
      <w:bookmarkEnd w:id="13"/>
    </w:p>
    <w:p w14:paraId="354B9106" w14:textId="16FAE242" w:rsidR="001F52D8" w:rsidRPr="001F52D8" w:rsidRDefault="005A36D3" w:rsidP="001F52D8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250673" wp14:editId="594293EA">
                <wp:simplePos x="0" y="0"/>
                <wp:positionH relativeFrom="column">
                  <wp:posOffset>3711702</wp:posOffset>
                </wp:positionH>
                <wp:positionV relativeFrom="paragraph">
                  <wp:posOffset>442722</wp:posOffset>
                </wp:positionV>
                <wp:extent cx="2345055" cy="356235"/>
                <wp:effectExtent l="323850" t="0" r="17145" b="215265"/>
                <wp:wrapNone/>
                <wp:docPr id="1121" name="Sprechblase: rechteckig mit abgerundeten Ecken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5055" cy="356235"/>
                        </a:xfrm>
                        <a:prstGeom prst="wedgeRoundRectCallout">
                          <a:avLst>
                            <a:gd name="adj1" fmla="val -63370"/>
                            <a:gd name="adj2" fmla="val 9815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351F86" w14:textId="7283E611" w:rsidR="00583F99" w:rsidRPr="00B762AE" w:rsidRDefault="00583F99" w:rsidP="00B762AE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5A36D3">
                              <w:rPr>
                                <w:color w:val="0D0D0D" w:themeColor="text1" w:themeTint="F2"/>
                              </w:rPr>
                              <w:t>Right click and select desired data format.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50673" id="Sprechblase: rechteckig mit abgerundeten Ecken 1121" o:spid="_x0000_s1041" type="#_x0000_t62" style="position:absolute;left:0;text-align:left;margin-left:292.25pt;margin-top:34.85pt;width:184.65pt;height:2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" adj="-2888,32001" fillcolor="#fde9d9 [665]" strokecolor="#002060" strokeweight="1pt">
                <v:textbox inset="1mm,0,1mm,1mm">
                  <w:txbxContent>
                    <w:p w14:paraId="70351F86" w14:textId="7283E611" w:rsidR="00583F99" w:rsidRPr="00B762AE" w:rsidRDefault="00583F99" w:rsidP="00B762AE">
                      <w:pPr>
                        <w:rPr>
                          <w:color w:val="0D0D0D" w:themeColor="text1" w:themeTint="F2"/>
                        </w:rPr>
                      </w:pPr>
                      <w:r w:rsidRPr="005A36D3">
                        <w:rPr>
                          <w:color w:val="0D0D0D" w:themeColor="text1" w:themeTint="F2"/>
                        </w:rPr>
                        <w:t>Right click and select desired data format.</w:t>
                      </w:r>
                    </w:p>
                  </w:txbxContent>
                </v:textbox>
              </v:shape>
            </w:pict>
          </mc:Fallback>
        </mc:AlternateContent>
      </w:r>
      <w:r w:rsidR="001F52D8">
        <w:rPr>
          <w:noProof/>
        </w:rPr>
        <w:drawing>
          <wp:inline distT="0" distB="0" distL="0" distR="0" wp14:anchorId="1D3C61A0" wp14:editId="3AF3CA33">
            <wp:extent cx="6294755" cy="2079937"/>
            <wp:effectExtent l="0" t="0" r="0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207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ABD21" w14:textId="65A57519" w:rsidR="001F52D8" w:rsidRDefault="001F52D8" w:rsidP="004C5A52">
      <w:pPr>
        <w:pStyle w:val="Beschriftung"/>
      </w:pPr>
      <w:bookmarkStart w:id="14" w:name="_Toc34042346"/>
      <w:bookmarkStart w:id="15" w:name="_Toc309392765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6</w:t>
      </w:r>
      <w:r w:rsidRPr="002E59DD">
        <w:fldChar w:fldCharType="end"/>
      </w:r>
      <w:r>
        <w:tab/>
      </w:r>
      <w:bookmarkStart w:id="16" w:name="_Hlk4508930"/>
      <w:r w:rsidR="00837F78">
        <w:t>Copy step 3</w:t>
      </w:r>
      <w:bookmarkEnd w:id="16"/>
      <w:bookmarkEnd w:id="14"/>
    </w:p>
    <w:p w14:paraId="2AD97214" w14:textId="77777777" w:rsidR="00DD5739" w:rsidRPr="00DD5739" w:rsidRDefault="00DD5739" w:rsidP="00DD5739">
      <w:pPr>
        <w:pStyle w:val="berschrift1"/>
      </w:pPr>
      <w:bookmarkStart w:id="17" w:name="_Toc34042339"/>
      <w:r>
        <w:lastRenderedPageBreak/>
        <w:t>Automatically Send Telegrams</w:t>
      </w:r>
      <w:bookmarkEnd w:id="17"/>
    </w:p>
    <w:p w14:paraId="72FA35EA" w14:textId="77777777" w:rsidR="00DD5739" w:rsidRDefault="00DD5739" w:rsidP="00DD5739">
      <w:r>
        <w:rPr>
          <w:noProof/>
        </w:rPr>
        <w:drawing>
          <wp:inline distT="0" distB="0" distL="0" distR="0" wp14:anchorId="767DB793" wp14:editId="4FF889DF">
            <wp:extent cx="2560292" cy="2189748"/>
            <wp:effectExtent l="0" t="0" r="0" b="1270"/>
            <wp:docPr id="1131" name="Grafik 1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757" cy="2194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34B3F" w14:textId="08182231" w:rsidR="00DD5739" w:rsidRDefault="00DD5739" w:rsidP="00DD5739">
      <w:pPr>
        <w:pStyle w:val="Beschriftung"/>
      </w:pPr>
      <w:bookmarkStart w:id="18" w:name="_Toc34042347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7</w:t>
      </w:r>
      <w:r w:rsidRPr="002E59DD">
        <w:fldChar w:fldCharType="end"/>
      </w:r>
      <w:r>
        <w:tab/>
        <w:t>Example for infinite repetitions</w:t>
      </w:r>
      <w:bookmarkEnd w:id="18"/>
    </w:p>
    <w:p w14:paraId="279A5F78" w14:textId="77777777" w:rsidR="00DD5739" w:rsidRDefault="00DD5739" w:rsidP="00DD5739">
      <w:r>
        <w:rPr>
          <w:noProof/>
        </w:rPr>
        <w:drawing>
          <wp:inline distT="0" distB="0" distL="0" distR="0" wp14:anchorId="0CCE1970" wp14:editId="59B2A6F7">
            <wp:extent cx="2553297" cy="2183765"/>
            <wp:effectExtent l="0" t="0" r="0" b="6985"/>
            <wp:docPr id="1132" name="Grafik 1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569" cy="219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2492B" w14:textId="2CC2858C" w:rsidR="00DD5739" w:rsidRPr="00DD5739" w:rsidRDefault="00DD5739" w:rsidP="00DD5739">
      <w:pPr>
        <w:pStyle w:val="Beschriftung"/>
      </w:pPr>
      <w:bookmarkStart w:id="19" w:name="_Toc34042348"/>
      <w:r w:rsidRPr="002E59DD">
        <w:t xml:space="preserve">Figure </w:t>
      </w:r>
      <w:r w:rsidRPr="002E59DD">
        <w:fldChar w:fldCharType="begin"/>
      </w:r>
      <w:r w:rsidRPr="002E59DD">
        <w:instrText xml:space="preserve"> SEQ Figure \* ARABIC </w:instrText>
      </w:r>
      <w:r w:rsidRPr="002E59DD">
        <w:fldChar w:fldCharType="separate"/>
      </w:r>
      <w:r w:rsidR="00300EC8">
        <w:rPr>
          <w:noProof/>
        </w:rPr>
        <w:t>8</w:t>
      </w:r>
      <w:r w:rsidRPr="002E59DD">
        <w:fldChar w:fldCharType="end"/>
      </w:r>
      <w:r>
        <w:tab/>
        <w:t xml:space="preserve">Example for 100 repetitions with a pause of 200 </w:t>
      </w:r>
      <w:proofErr w:type="spellStart"/>
      <w:r>
        <w:t>ms</w:t>
      </w:r>
      <w:bookmarkEnd w:id="19"/>
      <w:proofErr w:type="spellEnd"/>
    </w:p>
    <w:p w14:paraId="2355879F" w14:textId="77777777" w:rsidR="006F7CD9" w:rsidRPr="002E59DD" w:rsidRDefault="006F7CD9" w:rsidP="006F7CD9">
      <w:pPr>
        <w:pStyle w:val="Titel"/>
      </w:pPr>
      <w:bookmarkStart w:id="20" w:name="_Toc34042340"/>
      <w:r w:rsidRPr="002E59DD">
        <w:t>Table of Figures</w:t>
      </w:r>
      <w:bookmarkEnd w:id="15"/>
      <w:bookmarkEnd w:id="20"/>
    </w:p>
    <w:p w14:paraId="460FF0F6" w14:textId="5484B6AA" w:rsidR="00800736" w:rsidRDefault="006F7CD9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r w:rsidRPr="002E59DD">
        <w:fldChar w:fldCharType="begin"/>
      </w:r>
      <w:r w:rsidRPr="002E59DD">
        <w:instrText xml:space="preserve"> TOC \c "Figure" </w:instrText>
      </w:r>
      <w:r w:rsidR="00E0060C">
        <w:instrText>\h</w:instrText>
      </w:r>
      <w:r w:rsidRPr="002E59DD">
        <w:fldChar w:fldCharType="separate"/>
      </w:r>
      <w:hyperlink w:anchor="_Toc34042341" w:history="1">
        <w:r w:rsidR="00800736" w:rsidRPr="00C903F4">
          <w:rPr>
            <w:rStyle w:val="Hyperlink"/>
            <w:noProof/>
          </w:rPr>
          <w:t>Figure 1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Example with Bluebox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_Toc34042341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 w:rsidR="00300EC8">
          <w:rPr>
            <w:noProof/>
          </w:rPr>
          <w:t>4</w:t>
        </w:r>
        <w:r w:rsidR="00800736">
          <w:rPr>
            <w:noProof/>
          </w:rPr>
          <w:fldChar w:fldCharType="end"/>
        </w:r>
      </w:hyperlink>
    </w:p>
    <w:p w14:paraId="6C9BE2C8" w14:textId="47D07951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2" w:history="1">
        <w:r w:rsidR="00800736" w:rsidRPr="00C903F4">
          <w:rPr>
            <w:rStyle w:val="Hyperlink"/>
            <w:noProof/>
          </w:rPr>
          <w:t>Figure 2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Example with OEM-DESFire Series, send telegramm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_Toc34042342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5</w:t>
        </w:r>
        <w:r w:rsidR="00800736">
          <w:rPr>
            <w:noProof/>
          </w:rPr>
          <w:fldChar w:fldCharType="end"/>
        </w:r>
      </w:hyperlink>
    </w:p>
    <w:p w14:paraId="3358158F" w14:textId="3ACE6E1D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3" w:history="1">
        <w:r w:rsidR="00800736" w:rsidRPr="00C903F4">
          <w:rPr>
            <w:rStyle w:val="Hyperlink"/>
            <w:noProof/>
          </w:rPr>
          <w:t>Figure 3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Example with OEM-DESFire Series, receive telegramm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_Toc34042343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5</w:t>
        </w:r>
        <w:r w:rsidR="00800736">
          <w:rPr>
            <w:noProof/>
          </w:rPr>
          <w:fldChar w:fldCharType="end"/>
        </w:r>
      </w:hyperlink>
    </w:p>
    <w:p w14:paraId="553FCF03" w14:textId="21281289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4" w:history="1">
        <w:r w:rsidR="00800736" w:rsidRPr="00C903F4">
          <w:rPr>
            <w:rStyle w:val="Hyperlink"/>
            <w:noProof/>
          </w:rPr>
          <w:t>Figure 4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Copy step 1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_Toc34042344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6</w:t>
        </w:r>
        <w:r w:rsidR="00800736">
          <w:rPr>
            <w:noProof/>
          </w:rPr>
          <w:fldChar w:fldCharType="end"/>
        </w:r>
      </w:hyperlink>
    </w:p>
    <w:p w14:paraId="0BF58B8C" w14:textId="721AC301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5" w:history="1">
        <w:r w:rsidR="00800736" w:rsidRPr="00C903F4">
          <w:rPr>
            <w:rStyle w:val="Hyperlink"/>
            <w:noProof/>
          </w:rPr>
          <w:t>Figure 5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Copy step 2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_Toc34042345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6</w:t>
        </w:r>
        <w:r w:rsidR="00800736">
          <w:rPr>
            <w:noProof/>
          </w:rPr>
          <w:fldChar w:fldCharType="end"/>
        </w:r>
      </w:hyperlink>
    </w:p>
    <w:p w14:paraId="65F72B16" w14:textId="342667DC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6" w:history="1">
        <w:r w:rsidR="00800736" w:rsidRPr="00C903F4">
          <w:rPr>
            <w:rStyle w:val="Hyperlink"/>
            <w:noProof/>
          </w:rPr>
          <w:t>Figure 6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Copy step 3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_Toc34042346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6</w:t>
        </w:r>
        <w:r w:rsidR="00800736">
          <w:rPr>
            <w:noProof/>
          </w:rPr>
          <w:fldChar w:fldCharType="end"/>
        </w:r>
      </w:hyperlink>
    </w:p>
    <w:p w14:paraId="563CD1CB" w14:textId="6D65B23E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7" w:history="1">
        <w:r w:rsidR="00800736" w:rsidRPr="00C903F4">
          <w:rPr>
            <w:rStyle w:val="Hyperlink"/>
            <w:noProof/>
          </w:rPr>
          <w:t>Figure 7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Example for infinite repetitions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_Toc34042347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7</w:t>
        </w:r>
        <w:r w:rsidR="00800736">
          <w:rPr>
            <w:noProof/>
          </w:rPr>
          <w:fldChar w:fldCharType="end"/>
        </w:r>
      </w:hyperlink>
    </w:p>
    <w:p w14:paraId="76493AAD" w14:textId="054D1A41" w:rsidR="00800736" w:rsidRDefault="00300EC8">
      <w:pPr>
        <w:pStyle w:val="Abbildungsverzeichnis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de-DE"/>
        </w:rPr>
      </w:pPr>
      <w:hyperlink w:anchor="_Toc34042348" w:history="1">
        <w:r w:rsidR="00800736" w:rsidRPr="00C903F4">
          <w:rPr>
            <w:rStyle w:val="Hyperlink"/>
            <w:noProof/>
          </w:rPr>
          <w:t>Figure 8</w:t>
        </w:r>
        <w:r w:rsidR="00800736">
          <w:rPr>
            <w:rFonts w:asciiTheme="minorHAnsi" w:eastAsiaTheme="minorEastAsia" w:hAnsiTheme="minorHAnsi" w:cstheme="minorBidi"/>
            <w:noProof/>
            <w:sz w:val="22"/>
            <w:szCs w:val="22"/>
            <w:lang w:val="de-DE"/>
          </w:rPr>
          <w:tab/>
        </w:r>
        <w:r w:rsidR="00800736" w:rsidRPr="00C903F4">
          <w:rPr>
            <w:rStyle w:val="Hyperlink"/>
            <w:noProof/>
          </w:rPr>
          <w:t>Example for 100 repetitions with a pause of 200 ms</w:t>
        </w:r>
        <w:r w:rsidR="00800736">
          <w:rPr>
            <w:noProof/>
          </w:rPr>
          <w:tab/>
        </w:r>
        <w:r w:rsidR="00800736">
          <w:rPr>
            <w:noProof/>
          </w:rPr>
          <w:fldChar w:fldCharType="begin"/>
        </w:r>
        <w:r w:rsidR="00800736">
          <w:rPr>
            <w:noProof/>
          </w:rPr>
          <w:instrText xml:space="preserve"> PAGEREF _Toc34042348 \h </w:instrText>
        </w:r>
        <w:r w:rsidR="00800736">
          <w:rPr>
            <w:noProof/>
          </w:rPr>
        </w:r>
        <w:r w:rsidR="00800736">
          <w:rPr>
            <w:noProof/>
          </w:rPr>
          <w:fldChar w:fldCharType="separate"/>
        </w:r>
        <w:r>
          <w:rPr>
            <w:noProof/>
          </w:rPr>
          <w:t>7</w:t>
        </w:r>
        <w:r w:rsidR="00800736">
          <w:rPr>
            <w:noProof/>
          </w:rPr>
          <w:fldChar w:fldCharType="end"/>
        </w:r>
      </w:hyperlink>
    </w:p>
    <w:p w14:paraId="76F9938F" w14:textId="725CE832" w:rsidR="0060611D" w:rsidRPr="002E59DD" w:rsidRDefault="006F7CD9" w:rsidP="00DD5739">
      <w:pPr>
        <w:pStyle w:val="Abbildungsverzeichnis"/>
        <w:tabs>
          <w:tab w:val="left" w:pos="1000"/>
        </w:tabs>
      </w:pPr>
      <w:r w:rsidRPr="002E59DD">
        <w:fldChar w:fldCharType="end"/>
      </w:r>
    </w:p>
    <w:sectPr w:rsidR="0060611D" w:rsidRPr="002E59DD" w:rsidSect="0002709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1E32E" w14:textId="77777777" w:rsidR="00583F99" w:rsidRDefault="00583F99">
      <w:r>
        <w:separator/>
      </w:r>
    </w:p>
    <w:p w14:paraId="186531F5" w14:textId="77777777" w:rsidR="00583F99" w:rsidRDefault="00583F99"/>
    <w:p w14:paraId="7D3A3A19" w14:textId="77777777" w:rsidR="00583F99" w:rsidRDefault="00583F99"/>
  </w:endnote>
  <w:endnote w:type="continuationSeparator" w:id="0">
    <w:p w14:paraId="02E565B3" w14:textId="77777777" w:rsidR="00583F99" w:rsidRDefault="00583F99">
      <w:r>
        <w:continuationSeparator/>
      </w:r>
    </w:p>
    <w:p w14:paraId="357B3FF9" w14:textId="77777777" w:rsidR="00583F99" w:rsidRDefault="00583F99"/>
    <w:p w14:paraId="5451F2EC" w14:textId="77777777" w:rsidR="00583F99" w:rsidRDefault="00583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3A1A94" w14:textId="77777777" w:rsidR="00583F99" w:rsidRPr="00843732" w:rsidRDefault="00583F99" w:rsidP="00427476">
    <w:pPr>
      <w:pStyle w:val="Fuzeile"/>
    </w:pPr>
    <w:r w:rsidRPr="00843732">
      <w:t xml:space="preserve">Page </w:t>
    </w:r>
    <w:r w:rsidRPr="00843732">
      <w:fldChar w:fldCharType="begin"/>
    </w:r>
    <w:r w:rsidRPr="00843732">
      <w:instrText xml:space="preserve"> PAGE </w:instrText>
    </w:r>
    <w:r w:rsidRPr="00843732">
      <w:fldChar w:fldCharType="separate"/>
    </w:r>
    <w:r>
      <w:rPr>
        <w:noProof/>
      </w:rPr>
      <w:t>20</w:t>
    </w:r>
    <w:r w:rsidRPr="00843732">
      <w:fldChar w:fldCharType="end"/>
    </w:r>
    <w:r w:rsidRPr="00843732">
      <w:t xml:space="preserve"> of </w:t>
    </w:r>
    <w:r w:rsidR="00300EC8">
      <w:fldChar w:fldCharType="begin"/>
    </w:r>
    <w:r w:rsidR="00300EC8">
      <w:instrText xml:space="preserve"> NUMPAGES   \* MERGEFORMAT </w:instrText>
    </w:r>
    <w:r w:rsidR="00300EC8">
      <w:fldChar w:fldCharType="separate"/>
    </w:r>
    <w:r>
      <w:rPr>
        <w:noProof/>
      </w:rPr>
      <w:t>20</w:t>
    </w:r>
    <w:r w:rsidR="00300EC8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9A7C8" w14:textId="77777777" w:rsidR="00583F99" w:rsidRPr="00427476" w:rsidRDefault="00583F99" w:rsidP="00427476">
    <w:pPr>
      <w:pStyle w:val="Fuzeile"/>
    </w:pPr>
    <w:r>
      <w:t>OEM RFID Modules</w:t>
    </w:r>
    <w:r w:rsidRPr="00427476">
      <w:tab/>
    </w:r>
    <w:r>
      <w:t>iDTRONIC GmbH</w:t>
    </w:r>
    <w:r w:rsidRPr="00427476">
      <w:tab/>
      <w:t xml:space="preserve">Page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19</w:t>
    </w:r>
    <w:r w:rsidRPr="00427476">
      <w:fldChar w:fldCharType="end"/>
    </w:r>
    <w:r w:rsidRPr="00427476">
      <w:t xml:space="preserve"> of </w:t>
    </w:r>
    <w:r w:rsidR="00300EC8">
      <w:fldChar w:fldCharType="begin"/>
    </w:r>
    <w:r w:rsidR="00300EC8">
      <w:instrText xml:space="preserve"> NUMP</w:instrText>
    </w:r>
    <w:r w:rsidR="00300EC8">
      <w:instrText xml:space="preserve">AGES   \* MERGEFORMAT </w:instrText>
    </w:r>
    <w:r w:rsidR="00300EC8">
      <w:fldChar w:fldCharType="separate"/>
    </w:r>
    <w:r>
      <w:rPr>
        <w:noProof/>
      </w:rPr>
      <w:t>20</w:t>
    </w:r>
    <w:r w:rsidR="00300E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C4BF4" w14:textId="77777777" w:rsidR="00583F99" w:rsidRDefault="00583F99">
      <w:r>
        <w:separator/>
      </w:r>
    </w:p>
    <w:p w14:paraId="1B6A7721" w14:textId="77777777" w:rsidR="00583F99" w:rsidRDefault="00583F99"/>
    <w:p w14:paraId="5E68FC43" w14:textId="77777777" w:rsidR="00583F99" w:rsidRDefault="00583F99"/>
  </w:footnote>
  <w:footnote w:type="continuationSeparator" w:id="0">
    <w:p w14:paraId="017256EF" w14:textId="77777777" w:rsidR="00583F99" w:rsidRDefault="00583F99">
      <w:r>
        <w:continuationSeparator/>
      </w:r>
    </w:p>
    <w:p w14:paraId="1A7DBF4E" w14:textId="77777777" w:rsidR="00583F99" w:rsidRDefault="00583F99"/>
    <w:p w14:paraId="6520DAD1" w14:textId="77777777" w:rsidR="00583F99" w:rsidRDefault="00583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6F854" w14:textId="16B3D3B0" w:rsidR="00583F99" w:rsidRPr="00267855" w:rsidRDefault="00300EC8" w:rsidP="00267855">
    <w:pPr>
      <w:pStyle w:val="Kopfzeile"/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Copy Data to Clipboard</w:t>
    </w:r>
    <w:r>
      <w:rPr>
        <w:noProof/>
      </w:rPr>
      <w:fldChar w:fldCharType="end"/>
    </w:r>
    <w:r w:rsidR="00583F99" w:rsidRPr="00267855">
      <w:tab/>
    </w:r>
    <w:r w:rsidR="00583F99">
      <w:tab/>
    </w:r>
    <w:r w:rsidR="00D80F34">
      <w:t>Information on Third-Party Software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6CA1C" w14:textId="4B03A48E" w:rsidR="00583F99" w:rsidRPr="0016742F" w:rsidRDefault="002B1F60" w:rsidP="008E0770">
    <w:pPr>
      <w:pStyle w:val="Kopfzeile"/>
    </w:pPr>
    <w:r>
      <w:t>RFID Devices</w:t>
    </w:r>
    <w:r w:rsidR="00583F99" w:rsidRPr="0016742F">
      <w:tab/>
    </w:r>
    <w:r w:rsidR="00583F99" w:rsidRPr="0016742F">
      <w:tab/>
    </w:r>
    <w:r w:rsidR="00583F99">
      <w:fldChar w:fldCharType="begin"/>
    </w:r>
    <w:r w:rsidR="00583F99" w:rsidRPr="0016742F">
      <w:instrText xml:space="preserve"> STYLEREF  "Überschrift 1"  \* MERGEFORMAT </w:instrText>
    </w:r>
    <w:r w:rsidR="00583F99">
      <w:fldChar w:fldCharType="separate"/>
    </w:r>
    <w:r w:rsidR="00300EC8">
      <w:rPr>
        <w:noProof/>
      </w:rPr>
      <w:t>Automatically Send Telegrams</w:t>
    </w:r>
    <w:r w:rsidR="00583F99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5B6CD" w14:textId="77777777" w:rsidR="00583F99" w:rsidRDefault="00583F99" w:rsidP="000422FB">
    <w:pPr>
      <w:pStyle w:val="Titelseite"/>
    </w:pPr>
  </w:p>
  <w:p w14:paraId="7E42908A" w14:textId="77777777" w:rsidR="00583F99" w:rsidRDefault="00583F99" w:rsidP="000422FB">
    <w:pPr>
      <w:pStyle w:val="Titelseite"/>
    </w:pPr>
  </w:p>
  <w:p w14:paraId="5AAFF591" w14:textId="77777777" w:rsidR="00583F99" w:rsidRDefault="00583F99" w:rsidP="000422FB">
    <w:pPr>
      <w:pStyle w:val="Titelseite"/>
    </w:pPr>
    <w:r>
      <w:rPr>
        <w:noProof/>
        <w:lang w:val="de-DE"/>
      </w:rPr>
      <w:drawing>
        <wp:inline distT="0" distB="0" distL="0" distR="0" wp14:anchorId="1DDE8F57" wp14:editId="7E2DBF24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AA62163"/>
    <w:multiLevelType w:val="hybridMultilevel"/>
    <w:tmpl w:val="3BACA3E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1346FD"/>
    <w:multiLevelType w:val="hybridMultilevel"/>
    <w:tmpl w:val="11E83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C7805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BE379FD"/>
    <w:multiLevelType w:val="multilevel"/>
    <w:tmpl w:val="66D6A4D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8"/>
        </w:tabs>
        <w:ind w:left="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76"/>
        </w:tabs>
        <w:ind w:left="107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4"/>
        </w:tabs>
        <w:ind w:left="143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32"/>
        </w:tabs>
        <w:ind w:left="14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06"/>
        </w:tabs>
        <w:ind w:left="250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64"/>
        </w:tabs>
        <w:ind w:left="2864" w:hanging="2880"/>
      </w:pPr>
      <w:rPr>
        <w:rFonts w:hint="default"/>
      </w:rPr>
    </w:lvl>
  </w:abstractNum>
  <w:abstractNum w:abstractNumId="16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8" w15:restartNumberingAfterBreak="0">
    <w:nsid w:val="2F9770EE"/>
    <w:multiLevelType w:val="hybridMultilevel"/>
    <w:tmpl w:val="6E064B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90380"/>
    <w:multiLevelType w:val="hybridMultilevel"/>
    <w:tmpl w:val="D08050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21" w15:restartNumberingAfterBreak="0">
    <w:nsid w:val="38C46DDA"/>
    <w:multiLevelType w:val="hybridMultilevel"/>
    <w:tmpl w:val="12C696FC"/>
    <w:lvl w:ilvl="0" w:tplc="04070015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29400D"/>
    <w:multiLevelType w:val="hybridMultilevel"/>
    <w:tmpl w:val="117632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17CE"/>
    <w:multiLevelType w:val="hybridMultilevel"/>
    <w:tmpl w:val="45D2F5B0"/>
    <w:lvl w:ilvl="0" w:tplc="04070015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B32426"/>
    <w:multiLevelType w:val="hybridMultilevel"/>
    <w:tmpl w:val="F182BA96"/>
    <w:lvl w:ilvl="0" w:tplc="0D886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260B0"/>
    <w:multiLevelType w:val="hybridMultilevel"/>
    <w:tmpl w:val="0B1A4E6C"/>
    <w:lvl w:ilvl="0" w:tplc="0D886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76358"/>
    <w:multiLevelType w:val="hybridMultilevel"/>
    <w:tmpl w:val="0232B61A"/>
    <w:lvl w:ilvl="0" w:tplc="0D886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432BA"/>
    <w:multiLevelType w:val="hybridMultilevel"/>
    <w:tmpl w:val="7A78D2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4646"/>
    <w:multiLevelType w:val="hybridMultilevel"/>
    <w:tmpl w:val="C94ACA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E320C"/>
    <w:multiLevelType w:val="hybridMultilevel"/>
    <w:tmpl w:val="6F66279A"/>
    <w:lvl w:ilvl="0" w:tplc="0D886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67A41"/>
    <w:multiLevelType w:val="multilevel"/>
    <w:tmpl w:val="5C1AA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1" w15:restartNumberingAfterBreak="0">
    <w:nsid w:val="62E06EB9"/>
    <w:multiLevelType w:val="hybridMultilevel"/>
    <w:tmpl w:val="F1D8B04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BD248A"/>
    <w:multiLevelType w:val="hybridMultilevel"/>
    <w:tmpl w:val="C94ACA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35" w15:restartNumberingAfterBreak="0">
    <w:nsid w:val="729D44D7"/>
    <w:multiLevelType w:val="hybridMultilevel"/>
    <w:tmpl w:val="409E4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8C3F2B"/>
    <w:multiLevelType w:val="hybridMultilevel"/>
    <w:tmpl w:val="23C0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570F9"/>
    <w:multiLevelType w:val="multilevel"/>
    <w:tmpl w:val="37BA382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6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5"/>
        </w:tabs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14"/>
        </w:tabs>
        <w:ind w:left="4614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323"/>
        </w:tabs>
        <w:ind w:left="532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32"/>
        </w:tabs>
        <w:ind w:left="6032" w:hanging="2880"/>
      </w:pPr>
      <w:rPr>
        <w:rFonts w:hint="default"/>
      </w:rPr>
    </w:lvl>
  </w:abstractNum>
  <w:abstractNum w:abstractNumId="38" w15:restartNumberingAfterBreak="0">
    <w:nsid w:val="7F4301A4"/>
    <w:multiLevelType w:val="hybridMultilevel"/>
    <w:tmpl w:val="1F1CF7DE"/>
    <w:lvl w:ilvl="0" w:tplc="0D886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34"/>
  </w:num>
  <w:num w:numId="13">
    <w:abstractNumId w:val="20"/>
  </w:num>
  <w:num w:numId="14">
    <w:abstractNumId w:val="17"/>
    <w:lvlOverride w:ilvl="0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34"/>
  </w:num>
  <w:num w:numId="21">
    <w:abstractNumId w:val="23"/>
  </w:num>
  <w:num w:numId="22">
    <w:abstractNumId w:val="34"/>
  </w:num>
  <w:num w:numId="23">
    <w:abstractNumId w:val="8"/>
  </w:num>
  <w:num w:numId="24">
    <w:abstractNumId w:val="36"/>
  </w:num>
  <w:num w:numId="25">
    <w:abstractNumId w:val="13"/>
  </w:num>
  <w:num w:numId="26">
    <w:abstractNumId w:val="35"/>
  </w:num>
  <w:num w:numId="27">
    <w:abstractNumId w:val="11"/>
  </w:num>
  <w:num w:numId="28">
    <w:abstractNumId w:val="21"/>
  </w:num>
  <w:num w:numId="29">
    <w:abstractNumId w:val="22"/>
  </w:num>
  <w:num w:numId="30">
    <w:abstractNumId w:val="30"/>
  </w:num>
  <w:num w:numId="31">
    <w:abstractNumId w:val="14"/>
  </w:num>
  <w:num w:numId="32">
    <w:abstractNumId w:val="37"/>
  </w:num>
  <w:num w:numId="33">
    <w:abstractNumId w:val="27"/>
  </w:num>
  <w:num w:numId="34">
    <w:abstractNumId w:val="15"/>
  </w:num>
  <w:num w:numId="35">
    <w:abstractNumId w:val="31"/>
  </w:num>
  <w:num w:numId="36">
    <w:abstractNumId w:val="25"/>
  </w:num>
  <w:num w:numId="37">
    <w:abstractNumId w:val="38"/>
  </w:num>
  <w:num w:numId="38">
    <w:abstractNumId w:val="29"/>
  </w:num>
  <w:num w:numId="39">
    <w:abstractNumId w:val="26"/>
  </w:num>
  <w:num w:numId="40">
    <w:abstractNumId w:val="24"/>
  </w:num>
  <w:num w:numId="41">
    <w:abstractNumId w:val="32"/>
  </w:num>
  <w:num w:numId="42">
    <w:abstractNumId w:val="28"/>
  </w:num>
  <w:num w:numId="43">
    <w:abstractNumId w:val="18"/>
  </w:num>
  <w:num w:numId="4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959"/>
    <w:rsid w:val="00000664"/>
    <w:rsid w:val="00000C04"/>
    <w:rsid w:val="00000F12"/>
    <w:rsid w:val="00003F09"/>
    <w:rsid w:val="00004FE7"/>
    <w:rsid w:val="000050E6"/>
    <w:rsid w:val="0001081F"/>
    <w:rsid w:val="00012EC0"/>
    <w:rsid w:val="00013F0C"/>
    <w:rsid w:val="00020239"/>
    <w:rsid w:val="00020CBC"/>
    <w:rsid w:val="000228E9"/>
    <w:rsid w:val="00022FD5"/>
    <w:rsid w:val="00023554"/>
    <w:rsid w:val="00025B20"/>
    <w:rsid w:val="0002709E"/>
    <w:rsid w:val="00031BFF"/>
    <w:rsid w:val="00033D64"/>
    <w:rsid w:val="0003476B"/>
    <w:rsid w:val="00034AAC"/>
    <w:rsid w:val="00041260"/>
    <w:rsid w:val="000422FB"/>
    <w:rsid w:val="000472C6"/>
    <w:rsid w:val="000500EE"/>
    <w:rsid w:val="0005021D"/>
    <w:rsid w:val="00051572"/>
    <w:rsid w:val="000527A1"/>
    <w:rsid w:val="0005407A"/>
    <w:rsid w:val="00055224"/>
    <w:rsid w:val="00062C1B"/>
    <w:rsid w:val="00062EFA"/>
    <w:rsid w:val="00070BBF"/>
    <w:rsid w:val="00071084"/>
    <w:rsid w:val="0007114D"/>
    <w:rsid w:val="00073374"/>
    <w:rsid w:val="00073788"/>
    <w:rsid w:val="00074C98"/>
    <w:rsid w:val="00076180"/>
    <w:rsid w:val="00080C8F"/>
    <w:rsid w:val="000861F9"/>
    <w:rsid w:val="00094102"/>
    <w:rsid w:val="000970E8"/>
    <w:rsid w:val="000A1973"/>
    <w:rsid w:val="000A2B67"/>
    <w:rsid w:val="000A3782"/>
    <w:rsid w:val="000A4119"/>
    <w:rsid w:val="000A4491"/>
    <w:rsid w:val="000A5B6D"/>
    <w:rsid w:val="000A6AB5"/>
    <w:rsid w:val="000A77CB"/>
    <w:rsid w:val="000B0F02"/>
    <w:rsid w:val="000B1BE4"/>
    <w:rsid w:val="000B41B2"/>
    <w:rsid w:val="000C12DD"/>
    <w:rsid w:val="000C5ECA"/>
    <w:rsid w:val="000D28CF"/>
    <w:rsid w:val="000D3F1D"/>
    <w:rsid w:val="000D47F7"/>
    <w:rsid w:val="000D5C99"/>
    <w:rsid w:val="000D665F"/>
    <w:rsid w:val="000D7CAA"/>
    <w:rsid w:val="000E02D9"/>
    <w:rsid w:val="000E2357"/>
    <w:rsid w:val="000E2B31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68B4"/>
    <w:rsid w:val="0010129B"/>
    <w:rsid w:val="001015BD"/>
    <w:rsid w:val="00103443"/>
    <w:rsid w:val="0010491C"/>
    <w:rsid w:val="00106727"/>
    <w:rsid w:val="00106BC0"/>
    <w:rsid w:val="00106CAC"/>
    <w:rsid w:val="00107764"/>
    <w:rsid w:val="001077F7"/>
    <w:rsid w:val="00107E43"/>
    <w:rsid w:val="00110E8A"/>
    <w:rsid w:val="001116D1"/>
    <w:rsid w:val="00122783"/>
    <w:rsid w:val="00125F84"/>
    <w:rsid w:val="001269E7"/>
    <w:rsid w:val="00126D82"/>
    <w:rsid w:val="00133486"/>
    <w:rsid w:val="001335F7"/>
    <w:rsid w:val="00134E45"/>
    <w:rsid w:val="001358CC"/>
    <w:rsid w:val="00136EA3"/>
    <w:rsid w:val="00137ABB"/>
    <w:rsid w:val="00143CC5"/>
    <w:rsid w:val="00152888"/>
    <w:rsid w:val="001528AB"/>
    <w:rsid w:val="00157B1B"/>
    <w:rsid w:val="0016742F"/>
    <w:rsid w:val="001717F2"/>
    <w:rsid w:val="00175901"/>
    <w:rsid w:val="0017635F"/>
    <w:rsid w:val="00184DC1"/>
    <w:rsid w:val="0018506C"/>
    <w:rsid w:val="00186F1F"/>
    <w:rsid w:val="00187C5F"/>
    <w:rsid w:val="00190067"/>
    <w:rsid w:val="001905D9"/>
    <w:rsid w:val="00191F98"/>
    <w:rsid w:val="001939AB"/>
    <w:rsid w:val="001A0321"/>
    <w:rsid w:val="001A130C"/>
    <w:rsid w:val="001B0C16"/>
    <w:rsid w:val="001B325D"/>
    <w:rsid w:val="001B3B97"/>
    <w:rsid w:val="001B3C71"/>
    <w:rsid w:val="001B53D0"/>
    <w:rsid w:val="001B58BA"/>
    <w:rsid w:val="001C1703"/>
    <w:rsid w:val="001C3F53"/>
    <w:rsid w:val="001C445B"/>
    <w:rsid w:val="001C7BE3"/>
    <w:rsid w:val="001D04D9"/>
    <w:rsid w:val="001D04EE"/>
    <w:rsid w:val="001D34E0"/>
    <w:rsid w:val="001D6821"/>
    <w:rsid w:val="001D7497"/>
    <w:rsid w:val="001E5C27"/>
    <w:rsid w:val="001F05E1"/>
    <w:rsid w:val="001F2760"/>
    <w:rsid w:val="001F3251"/>
    <w:rsid w:val="001F52D8"/>
    <w:rsid w:val="001F7AA1"/>
    <w:rsid w:val="002013C0"/>
    <w:rsid w:val="00205008"/>
    <w:rsid w:val="002057E6"/>
    <w:rsid w:val="002062E5"/>
    <w:rsid w:val="002073D5"/>
    <w:rsid w:val="0021718C"/>
    <w:rsid w:val="00217ADF"/>
    <w:rsid w:val="00225669"/>
    <w:rsid w:val="00230B2A"/>
    <w:rsid w:val="00236555"/>
    <w:rsid w:val="00236CC2"/>
    <w:rsid w:val="0024075F"/>
    <w:rsid w:val="00240FF6"/>
    <w:rsid w:val="0024250D"/>
    <w:rsid w:val="002447DB"/>
    <w:rsid w:val="00247428"/>
    <w:rsid w:val="00252CB9"/>
    <w:rsid w:val="002532BC"/>
    <w:rsid w:val="00254B37"/>
    <w:rsid w:val="00261F49"/>
    <w:rsid w:val="002638C2"/>
    <w:rsid w:val="00263EF4"/>
    <w:rsid w:val="00264225"/>
    <w:rsid w:val="00265D83"/>
    <w:rsid w:val="00267855"/>
    <w:rsid w:val="00270770"/>
    <w:rsid w:val="00275873"/>
    <w:rsid w:val="002817AE"/>
    <w:rsid w:val="00285663"/>
    <w:rsid w:val="002862A0"/>
    <w:rsid w:val="00286FE9"/>
    <w:rsid w:val="002908F1"/>
    <w:rsid w:val="00292D0D"/>
    <w:rsid w:val="00294D98"/>
    <w:rsid w:val="00296CE4"/>
    <w:rsid w:val="00296E89"/>
    <w:rsid w:val="002970BB"/>
    <w:rsid w:val="002A036E"/>
    <w:rsid w:val="002A0AB5"/>
    <w:rsid w:val="002A1AEE"/>
    <w:rsid w:val="002A37B7"/>
    <w:rsid w:val="002A4E19"/>
    <w:rsid w:val="002A53E5"/>
    <w:rsid w:val="002A7EFF"/>
    <w:rsid w:val="002B01A8"/>
    <w:rsid w:val="002B1F60"/>
    <w:rsid w:val="002B24AA"/>
    <w:rsid w:val="002B29BE"/>
    <w:rsid w:val="002B5ECB"/>
    <w:rsid w:val="002C3DD7"/>
    <w:rsid w:val="002D248B"/>
    <w:rsid w:val="002D5B4A"/>
    <w:rsid w:val="002D7243"/>
    <w:rsid w:val="002E003D"/>
    <w:rsid w:val="002E1AF0"/>
    <w:rsid w:val="002E3823"/>
    <w:rsid w:val="002E3FB0"/>
    <w:rsid w:val="002E59DD"/>
    <w:rsid w:val="002E76C5"/>
    <w:rsid w:val="002F62F6"/>
    <w:rsid w:val="002F78F1"/>
    <w:rsid w:val="00300740"/>
    <w:rsid w:val="00300EC8"/>
    <w:rsid w:val="00305BD0"/>
    <w:rsid w:val="00311D2B"/>
    <w:rsid w:val="00313A5D"/>
    <w:rsid w:val="00314B8D"/>
    <w:rsid w:val="0031586D"/>
    <w:rsid w:val="00315EC6"/>
    <w:rsid w:val="00315FD4"/>
    <w:rsid w:val="00320D2D"/>
    <w:rsid w:val="003221CC"/>
    <w:rsid w:val="00322C05"/>
    <w:rsid w:val="00325470"/>
    <w:rsid w:val="003303A8"/>
    <w:rsid w:val="003333FA"/>
    <w:rsid w:val="00341251"/>
    <w:rsid w:val="00350823"/>
    <w:rsid w:val="00350D92"/>
    <w:rsid w:val="00353C41"/>
    <w:rsid w:val="00357454"/>
    <w:rsid w:val="003638CF"/>
    <w:rsid w:val="00367091"/>
    <w:rsid w:val="00374F66"/>
    <w:rsid w:val="003760F9"/>
    <w:rsid w:val="00377027"/>
    <w:rsid w:val="00384E81"/>
    <w:rsid w:val="00387D15"/>
    <w:rsid w:val="0039189E"/>
    <w:rsid w:val="00392EBA"/>
    <w:rsid w:val="00394B81"/>
    <w:rsid w:val="00396FE4"/>
    <w:rsid w:val="003A05BB"/>
    <w:rsid w:val="003A2740"/>
    <w:rsid w:val="003B4E4C"/>
    <w:rsid w:val="003B6D26"/>
    <w:rsid w:val="003B72F5"/>
    <w:rsid w:val="003B7CEA"/>
    <w:rsid w:val="003C1CAB"/>
    <w:rsid w:val="003C44CB"/>
    <w:rsid w:val="003D141E"/>
    <w:rsid w:val="003D506C"/>
    <w:rsid w:val="003D5D8B"/>
    <w:rsid w:val="003D6890"/>
    <w:rsid w:val="003D6AA4"/>
    <w:rsid w:val="003E12C1"/>
    <w:rsid w:val="003E1E62"/>
    <w:rsid w:val="003E3A3A"/>
    <w:rsid w:val="003E62E2"/>
    <w:rsid w:val="003E66F0"/>
    <w:rsid w:val="003F3FA1"/>
    <w:rsid w:val="003F68DA"/>
    <w:rsid w:val="004011F0"/>
    <w:rsid w:val="004029BF"/>
    <w:rsid w:val="0040559B"/>
    <w:rsid w:val="00405FD7"/>
    <w:rsid w:val="00406527"/>
    <w:rsid w:val="00407183"/>
    <w:rsid w:val="004109D6"/>
    <w:rsid w:val="00412667"/>
    <w:rsid w:val="00412B91"/>
    <w:rsid w:val="00413494"/>
    <w:rsid w:val="00414E0A"/>
    <w:rsid w:val="00417F58"/>
    <w:rsid w:val="00420075"/>
    <w:rsid w:val="004219C3"/>
    <w:rsid w:val="00421F16"/>
    <w:rsid w:val="00422DC1"/>
    <w:rsid w:val="00423060"/>
    <w:rsid w:val="00423623"/>
    <w:rsid w:val="0042425F"/>
    <w:rsid w:val="00427476"/>
    <w:rsid w:val="00427AB9"/>
    <w:rsid w:val="00430A1E"/>
    <w:rsid w:val="004332B3"/>
    <w:rsid w:val="004344B2"/>
    <w:rsid w:val="0043488A"/>
    <w:rsid w:val="00435906"/>
    <w:rsid w:val="00435D97"/>
    <w:rsid w:val="00436D12"/>
    <w:rsid w:val="00442719"/>
    <w:rsid w:val="00442F07"/>
    <w:rsid w:val="00450265"/>
    <w:rsid w:val="0045077D"/>
    <w:rsid w:val="00451C05"/>
    <w:rsid w:val="00453314"/>
    <w:rsid w:val="0045761D"/>
    <w:rsid w:val="0046051B"/>
    <w:rsid w:val="00461EA5"/>
    <w:rsid w:val="00466AFE"/>
    <w:rsid w:val="0046714D"/>
    <w:rsid w:val="00475AB4"/>
    <w:rsid w:val="004809BC"/>
    <w:rsid w:val="00485721"/>
    <w:rsid w:val="00490504"/>
    <w:rsid w:val="00492F32"/>
    <w:rsid w:val="004960DF"/>
    <w:rsid w:val="004A1A2E"/>
    <w:rsid w:val="004A3521"/>
    <w:rsid w:val="004B14DA"/>
    <w:rsid w:val="004B39C1"/>
    <w:rsid w:val="004B4D7A"/>
    <w:rsid w:val="004B70A8"/>
    <w:rsid w:val="004C0F00"/>
    <w:rsid w:val="004C1083"/>
    <w:rsid w:val="004C225F"/>
    <w:rsid w:val="004C4B2C"/>
    <w:rsid w:val="004C5A52"/>
    <w:rsid w:val="004D1057"/>
    <w:rsid w:val="004D17F4"/>
    <w:rsid w:val="004D74D2"/>
    <w:rsid w:val="004E0510"/>
    <w:rsid w:val="004E09B3"/>
    <w:rsid w:val="004E6FD1"/>
    <w:rsid w:val="004F1098"/>
    <w:rsid w:val="004F41C7"/>
    <w:rsid w:val="00503993"/>
    <w:rsid w:val="00504A89"/>
    <w:rsid w:val="00507623"/>
    <w:rsid w:val="00510DE8"/>
    <w:rsid w:val="005149A4"/>
    <w:rsid w:val="00514B37"/>
    <w:rsid w:val="00514F81"/>
    <w:rsid w:val="0051510F"/>
    <w:rsid w:val="0052520E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3EEA"/>
    <w:rsid w:val="00547CC0"/>
    <w:rsid w:val="00551F1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83F99"/>
    <w:rsid w:val="00586F3A"/>
    <w:rsid w:val="00587A4E"/>
    <w:rsid w:val="00594787"/>
    <w:rsid w:val="005959A6"/>
    <w:rsid w:val="005A3513"/>
    <w:rsid w:val="005A36D3"/>
    <w:rsid w:val="005A65BC"/>
    <w:rsid w:val="005A6D75"/>
    <w:rsid w:val="005A7F91"/>
    <w:rsid w:val="005B0C47"/>
    <w:rsid w:val="005B0FD6"/>
    <w:rsid w:val="005B472B"/>
    <w:rsid w:val="005B5B27"/>
    <w:rsid w:val="005B703B"/>
    <w:rsid w:val="005C1D86"/>
    <w:rsid w:val="005C23E1"/>
    <w:rsid w:val="005C2403"/>
    <w:rsid w:val="005C2DBD"/>
    <w:rsid w:val="005C3760"/>
    <w:rsid w:val="005C4B99"/>
    <w:rsid w:val="005C673C"/>
    <w:rsid w:val="005C6835"/>
    <w:rsid w:val="005D12EE"/>
    <w:rsid w:val="005D1609"/>
    <w:rsid w:val="005D2518"/>
    <w:rsid w:val="005D48CE"/>
    <w:rsid w:val="005D57E5"/>
    <w:rsid w:val="005D5AAD"/>
    <w:rsid w:val="005E0C82"/>
    <w:rsid w:val="005E28AD"/>
    <w:rsid w:val="005E3948"/>
    <w:rsid w:val="005E4B17"/>
    <w:rsid w:val="005E6276"/>
    <w:rsid w:val="005F0031"/>
    <w:rsid w:val="005F2326"/>
    <w:rsid w:val="005F259C"/>
    <w:rsid w:val="005F25B1"/>
    <w:rsid w:val="005F38EA"/>
    <w:rsid w:val="005F4275"/>
    <w:rsid w:val="005F4B0C"/>
    <w:rsid w:val="005F6B30"/>
    <w:rsid w:val="005F76EF"/>
    <w:rsid w:val="00600D2D"/>
    <w:rsid w:val="006012E3"/>
    <w:rsid w:val="0060350D"/>
    <w:rsid w:val="0060611D"/>
    <w:rsid w:val="00607447"/>
    <w:rsid w:val="00611903"/>
    <w:rsid w:val="006124CA"/>
    <w:rsid w:val="006131EE"/>
    <w:rsid w:val="0061744E"/>
    <w:rsid w:val="0062261E"/>
    <w:rsid w:val="006234C5"/>
    <w:rsid w:val="0062389E"/>
    <w:rsid w:val="00623959"/>
    <w:rsid w:val="00630B2D"/>
    <w:rsid w:val="006315BB"/>
    <w:rsid w:val="00633DF5"/>
    <w:rsid w:val="00636447"/>
    <w:rsid w:val="006364F0"/>
    <w:rsid w:val="00636B87"/>
    <w:rsid w:val="0064136F"/>
    <w:rsid w:val="0064185A"/>
    <w:rsid w:val="00646973"/>
    <w:rsid w:val="006548EF"/>
    <w:rsid w:val="00654D73"/>
    <w:rsid w:val="00655C89"/>
    <w:rsid w:val="00661997"/>
    <w:rsid w:val="00665F56"/>
    <w:rsid w:val="00673B0B"/>
    <w:rsid w:val="00674282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7E79"/>
    <w:rsid w:val="006B0887"/>
    <w:rsid w:val="006B19C4"/>
    <w:rsid w:val="006B1F7A"/>
    <w:rsid w:val="006B418D"/>
    <w:rsid w:val="006B780A"/>
    <w:rsid w:val="006C0B5D"/>
    <w:rsid w:val="006C42FF"/>
    <w:rsid w:val="006C5EC3"/>
    <w:rsid w:val="006D1683"/>
    <w:rsid w:val="006D4AD3"/>
    <w:rsid w:val="006D4C62"/>
    <w:rsid w:val="006E029C"/>
    <w:rsid w:val="006E041C"/>
    <w:rsid w:val="006E0C70"/>
    <w:rsid w:val="006E61C7"/>
    <w:rsid w:val="006E68F6"/>
    <w:rsid w:val="006F0CD8"/>
    <w:rsid w:val="006F370C"/>
    <w:rsid w:val="006F6C44"/>
    <w:rsid w:val="006F7CD9"/>
    <w:rsid w:val="007036C2"/>
    <w:rsid w:val="00703AFE"/>
    <w:rsid w:val="00707628"/>
    <w:rsid w:val="007138BD"/>
    <w:rsid w:val="0071678F"/>
    <w:rsid w:val="00717B10"/>
    <w:rsid w:val="007236E5"/>
    <w:rsid w:val="00724339"/>
    <w:rsid w:val="00724706"/>
    <w:rsid w:val="00724A22"/>
    <w:rsid w:val="007302F9"/>
    <w:rsid w:val="0073170B"/>
    <w:rsid w:val="00735068"/>
    <w:rsid w:val="00736879"/>
    <w:rsid w:val="00736E6E"/>
    <w:rsid w:val="0074055C"/>
    <w:rsid w:val="00740AAD"/>
    <w:rsid w:val="007423E4"/>
    <w:rsid w:val="00742E68"/>
    <w:rsid w:val="0074352A"/>
    <w:rsid w:val="00744327"/>
    <w:rsid w:val="00752144"/>
    <w:rsid w:val="00755210"/>
    <w:rsid w:val="0076262D"/>
    <w:rsid w:val="00764774"/>
    <w:rsid w:val="0076573D"/>
    <w:rsid w:val="00780FCE"/>
    <w:rsid w:val="00781BB0"/>
    <w:rsid w:val="00783AF9"/>
    <w:rsid w:val="007841DA"/>
    <w:rsid w:val="00784342"/>
    <w:rsid w:val="00786CD4"/>
    <w:rsid w:val="0078737E"/>
    <w:rsid w:val="00790F6F"/>
    <w:rsid w:val="007A050A"/>
    <w:rsid w:val="007A0E12"/>
    <w:rsid w:val="007A425D"/>
    <w:rsid w:val="007A46AF"/>
    <w:rsid w:val="007A4E64"/>
    <w:rsid w:val="007A7A7D"/>
    <w:rsid w:val="007B0043"/>
    <w:rsid w:val="007B684A"/>
    <w:rsid w:val="007B7616"/>
    <w:rsid w:val="007C78D8"/>
    <w:rsid w:val="007C7D4B"/>
    <w:rsid w:val="007D08B3"/>
    <w:rsid w:val="007D0C14"/>
    <w:rsid w:val="007D3D58"/>
    <w:rsid w:val="007D49A3"/>
    <w:rsid w:val="007E2D15"/>
    <w:rsid w:val="007E34D9"/>
    <w:rsid w:val="007E4619"/>
    <w:rsid w:val="007F53F3"/>
    <w:rsid w:val="007F602F"/>
    <w:rsid w:val="007F7F9F"/>
    <w:rsid w:val="00800736"/>
    <w:rsid w:val="00801D14"/>
    <w:rsid w:val="00804844"/>
    <w:rsid w:val="00806E89"/>
    <w:rsid w:val="00812C5A"/>
    <w:rsid w:val="008131EC"/>
    <w:rsid w:val="00815046"/>
    <w:rsid w:val="00815087"/>
    <w:rsid w:val="0081556B"/>
    <w:rsid w:val="00816607"/>
    <w:rsid w:val="00816B46"/>
    <w:rsid w:val="0082329F"/>
    <w:rsid w:val="00826E39"/>
    <w:rsid w:val="00827746"/>
    <w:rsid w:val="00831117"/>
    <w:rsid w:val="00832EE3"/>
    <w:rsid w:val="0083393F"/>
    <w:rsid w:val="008355C5"/>
    <w:rsid w:val="00837BCA"/>
    <w:rsid w:val="00837F78"/>
    <w:rsid w:val="00841837"/>
    <w:rsid w:val="00843187"/>
    <w:rsid w:val="00843732"/>
    <w:rsid w:val="008448D8"/>
    <w:rsid w:val="00845B6D"/>
    <w:rsid w:val="00846ACE"/>
    <w:rsid w:val="00854CD7"/>
    <w:rsid w:val="00855E65"/>
    <w:rsid w:val="00864F42"/>
    <w:rsid w:val="008669F1"/>
    <w:rsid w:val="00871FCB"/>
    <w:rsid w:val="00872775"/>
    <w:rsid w:val="0087333D"/>
    <w:rsid w:val="00876003"/>
    <w:rsid w:val="00880B12"/>
    <w:rsid w:val="0088156B"/>
    <w:rsid w:val="00883627"/>
    <w:rsid w:val="00885BE0"/>
    <w:rsid w:val="00887670"/>
    <w:rsid w:val="008927F6"/>
    <w:rsid w:val="00892EC2"/>
    <w:rsid w:val="0089420D"/>
    <w:rsid w:val="00895A59"/>
    <w:rsid w:val="0089767F"/>
    <w:rsid w:val="008A65F9"/>
    <w:rsid w:val="008A66C1"/>
    <w:rsid w:val="008B0FF4"/>
    <w:rsid w:val="008B15C8"/>
    <w:rsid w:val="008B43F2"/>
    <w:rsid w:val="008B5240"/>
    <w:rsid w:val="008C4A5C"/>
    <w:rsid w:val="008C4B7C"/>
    <w:rsid w:val="008C580C"/>
    <w:rsid w:val="008C7C36"/>
    <w:rsid w:val="008D3FC0"/>
    <w:rsid w:val="008D5454"/>
    <w:rsid w:val="008D585D"/>
    <w:rsid w:val="008D5AD3"/>
    <w:rsid w:val="008E0770"/>
    <w:rsid w:val="008E1030"/>
    <w:rsid w:val="008E3D28"/>
    <w:rsid w:val="008E6385"/>
    <w:rsid w:val="008F0E3F"/>
    <w:rsid w:val="008F1314"/>
    <w:rsid w:val="0090222D"/>
    <w:rsid w:val="00903134"/>
    <w:rsid w:val="00903934"/>
    <w:rsid w:val="00914B09"/>
    <w:rsid w:val="00920C5D"/>
    <w:rsid w:val="00924C38"/>
    <w:rsid w:val="0092592A"/>
    <w:rsid w:val="00926C99"/>
    <w:rsid w:val="00926FDC"/>
    <w:rsid w:val="009274C8"/>
    <w:rsid w:val="00927568"/>
    <w:rsid w:val="00927E3D"/>
    <w:rsid w:val="00927E81"/>
    <w:rsid w:val="009313CB"/>
    <w:rsid w:val="00933CC0"/>
    <w:rsid w:val="00937434"/>
    <w:rsid w:val="009379B3"/>
    <w:rsid w:val="009410BD"/>
    <w:rsid w:val="00941399"/>
    <w:rsid w:val="00941EE3"/>
    <w:rsid w:val="00945052"/>
    <w:rsid w:val="00945091"/>
    <w:rsid w:val="009519D6"/>
    <w:rsid w:val="00952F5D"/>
    <w:rsid w:val="00953460"/>
    <w:rsid w:val="00953D99"/>
    <w:rsid w:val="00953EA3"/>
    <w:rsid w:val="00954511"/>
    <w:rsid w:val="00955B31"/>
    <w:rsid w:val="00966B60"/>
    <w:rsid w:val="00966F89"/>
    <w:rsid w:val="0097461B"/>
    <w:rsid w:val="00974F0D"/>
    <w:rsid w:val="00983256"/>
    <w:rsid w:val="00984731"/>
    <w:rsid w:val="00984D52"/>
    <w:rsid w:val="00991F40"/>
    <w:rsid w:val="0099295B"/>
    <w:rsid w:val="009944D9"/>
    <w:rsid w:val="00996D34"/>
    <w:rsid w:val="009A0174"/>
    <w:rsid w:val="009A11FE"/>
    <w:rsid w:val="009A4B25"/>
    <w:rsid w:val="009A656C"/>
    <w:rsid w:val="009B0ECA"/>
    <w:rsid w:val="009B4630"/>
    <w:rsid w:val="009B7400"/>
    <w:rsid w:val="009C13DD"/>
    <w:rsid w:val="009C388B"/>
    <w:rsid w:val="009C5E9E"/>
    <w:rsid w:val="009D28F4"/>
    <w:rsid w:val="009E1F34"/>
    <w:rsid w:val="009E2161"/>
    <w:rsid w:val="009E2F54"/>
    <w:rsid w:val="009E7C04"/>
    <w:rsid w:val="009F44BD"/>
    <w:rsid w:val="009F4D56"/>
    <w:rsid w:val="009F505D"/>
    <w:rsid w:val="009F7BCE"/>
    <w:rsid w:val="00A009D1"/>
    <w:rsid w:val="00A01CD3"/>
    <w:rsid w:val="00A05BE3"/>
    <w:rsid w:val="00A12DEA"/>
    <w:rsid w:val="00A14257"/>
    <w:rsid w:val="00A22FF2"/>
    <w:rsid w:val="00A233F3"/>
    <w:rsid w:val="00A2393B"/>
    <w:rsid w:val="00A24A5B"/>
    <w:rsid w:val="00A25EEC"/>
    <w:rsid w:val="00A264F0"/>
    <w:rsid w:val="00A26DE4"/>
    <w:rsid w:val="00A27CC7"/>
    <w:rsid w:val="00A31D44"/>
    <w:rsid w:val="00A334F8"/>
    <w:rsid w:val="00A33DF4"/>
    <w:rsid w:val="00A37640"/>
    <w:rsid w:val="00A4005F"/>
    <w:rsid w:val="00A40FDB"/>
    <w:rsid w:val="00A42BF1"/>
    <w:rsid w:val="00A4477F"/>
    <w:rsid w:val="00A47228"/>
    <w:rsid w:val="00A51E51"/>
    <w:rsid w:val="00A5206F"/>
    <w:rsid w:val="00A53946"/>
    <w:rsid w:val="00A53FD6"/>
    <w:rsid w:val="00A553AF"/>
    <w:rsid w:val="00A602CD"/>
    <w:rsid w:val="00A778B5"/>
    <w:rsid w:val="00A81CE0"/>
    <w:rsid w:val="00A8284D"/>
    <w:rsid w:val="00A8527A"/>
    <w:rsid w:val="00A8761A"/>
    <w:rsid w:val="00A876A9"/>
    <w:rsid w:val="00A9429B"/>
    <w:rsid w:val="00A95AE4"/>
    <w:rsid w:val="00AA13C8"/>
    <w:rsid w:val="00AA6188"/>
    <w:rsid w:val="00AA7A25"/>
    <w:rsid w:val="00AB3460"/>
    <w:rsid w:val="00AB5DD2"/>
    <w:rsid w:val="00AC1EA2"/>
    <w:rsid w:val="00AC31FE"/>
    <w:rsid w:val="00AC410F"/>
    <w:rsid w:val="00AC5B49"/>
    <w:rsid w:val="00AC7C63"/>
    <w:rsid w:val="00AD27C2"/>
    <w:rsid w:val="00AD3AFB"/>
    <w:rsid w:val="00AD5463"/>
    <w:rsid w:val="00AE12D8"/>
    <w:rsid w:val="00AE1359"/>
    <w:rsid w:val="00AE3688"/>
    <w:rsid w:val="00AE5255"/>
    <w:rsid w:val="00AE5F4F"/>
    <w:rsid w:val="00AE6C17"/>
    <w:rsid w:val="00AE7AB0"/>
    <w:rsid w:val="00AF44F1"/>
    <w:rsid w:val="00AF4949"/>
    <w:rsid w:val="00AF4D68"/>
    <w:rsid w:val="00AF5D02"/>
    <w:rsid w:val="00AF7416"/>
    <w:rsid w:val="00B0655E"/>
    <w:rsid w:val="00B10260"/>
    <w:rsid w:val="00B152FB"/>
    <w:rsid w:val="00B177AD"/>
    <w:rsid w:val="00B2403F"/>
    <w:rsid w:val="00B259FA"/>
    <w:rsid w:val="00B331ED"/>
    <w:rsid w:val="00B350B6"/>
    <w:rsid w:val="00B3576C"/>
    <w:rsid w:val="00B3613C"/>
    <w:rsid w:val="00B405A9"/>
    <w:rsid w:val="00B4092C"/>
    <w:rsid w:val="00B473CD"/>
    <w:rsid w:val="00B4797D"/>
    <w:rsid w:val="00B550F8"/>
    <w:rsid w:val="00B611C8"/>
    <w:rsid w:val="00B617B2"/>
    <w:rsid w:val="00B62148"/>
    <w:rsid w:val="00B622C2"/>
    <w:rsid w:val="00B63444"/>
    <w:rsid w:val="00B679E5"/>
    <w:rsid w:val="00B7292A"/>
    <w:rsid w:val="00B743BA"/>
    <w:rsid w:val="00B762AE"/>
    <w:rsid w:val="00B77693"/>
    <w:rsid w:val="00B82401"/>
    <w:rsid w:val="00B8298F"/>
    <w:rsid w:val="00B86EBA"/>
    <w:rsid w:val="00B904AF"/>
    <w:rsid w:val="00B95490"/>
    <w:rsid w:val="00B957F5"/>
    <w:rsid w:val="00B9601B"/>
    <w:rsid w:val="00BA0833"/>
    <w:rsid w:val="00BA15A2"/>
    <w:rsid w:val="00BA56A7"/>
    <w:rsid w:val="00BA5AEB"/>
    <w:rsid w:val="00BA6376"/>
    <w:rsid w:val="00BB19B6"/>
    <w:rsid w:val="00BB36BD"/>
    <w:rsid w:val="00BB4A11"/>
    <w:rsid w:val="00BB6167"/>
    <w:rsid w:val="00BC1675"/>
    <w:rsid w:val="00BC4970"/>
    <w:rsid w:val="00BD1585"/>
    <w:rsid w:val="00BD495E"/>
    <w:rsid w:val="00BD616E"/>
    <w:rsid w:val="00BD696B"/>
    <w:rsid w:val="00BE0DC9"/>
    <w:rsid w:val="00BE41C5"/>
    <w:rsid w:val="00BE4211"/>
    <w:rsid w:val="00BE4625"/>
    <w:rsid w:val="00BF0C7A"/>
    <w:rsid w:val="00BF12D5"/>
    <w:rsid w:val="00C023E7"/>
    <w:rsid w:val="00C05FA1"/>
    <w:rsid w:val="00C06F13"/>
    <w:rsid w:val="00C0723D"/>
    <w:rsid w:val="00C103ED"/>
    <w:rsid w:val="00C10BE9"/>
    <w:rsid w:val="00C10D27"/>
    <w:rsid w:val="00C1789D"/>
    <w:rsid w:val="00C220D0"/>
    <w:rsid w:val="00C31278"/>
    <w:rsid w:val="00C37536"/>
    <w:rsid w:val="00C4139A"/>
    <w:rsid w:val="00C416B7"/>
    <w:rsid w:val="00C42A62"/>
    <w:rsid w:val="00C45BD9"/>
    <w:rsid w:val="00C47671"/>
    <w:rsid w:val="00C50362"/>
    <w:rsid w:val="00C51E3D"/>
    <w:rsid w:val="00C563D2"/>
    <w:rsid w:val="00C603A8"/>
    <w:rsid w:val="00C6361E"/>
    <w:rsid w:val="00C6456F"/>
    <w:rsid w:val="00C64E71"/>
    <w:rsid w:val="00C65B0B"/>
    <w:rsid w:val="00C65FEC"/>
    <w:rsid w:val="00C67067"/>
    <w:rsid w:val="00C671CC"/>
    <w:rsid w:val="00C67ECC"/>
    <w:rsid w:val="00C744BB"/>
    <w:rsid w:val="00C7484D"/>
    <w:rsid w:val="00C8347E"/>
    <w:rsid w:val="00C8383B"/>
    <w:rsid w:val="00C84542"/>
    <w:rsid w:val="00C8570E"/>
    <w:rsid w:val="00C85C45"/>
    <w:rsid w:val="00C9318A"/>
    <w:rsid w:val="00C97F92"/>
    <w:rsid w:val="00CA67E6"/>
    <w:rsid w:val="00CB0175"/>
    <w:rsid w:val="00CB65A9"/>
    <w:rsid w:val="00CC065E"/>
    <w:rsid w:val="00CC073D"/>
    <w:rsid w:val="00CC107E"/>
    <w:rsid w:val="00CC3996"/>
    <w:rsid w:val="00CD239A"/>
    <w:rsid w:val="00CD6467"/>
    <w:rsid w:val="00CE00E5"/>
    <w:rsid w:val="00CE08B5"/>
    <w:rsid w:val="00CE340D"/>
    <w:rsid w:val="00CE4AD6"/>
    <w:rsid w:val="00CE7687"/>
    <w:rsid w:val="00CF19C5"/>
    <w:rsid w:val="00CF1A0B"/>
    <w:rsid w:val="00CF1C62"/>
    <w:rsid w:val="00CF39CC"/>
    <w:rsid w:val="00CF4227"/>
    <w:rsid w:val="00CF4CBB"/>
    <w:rsid w:val="00CF6100"/>
    <w:rsid w:val="00CF75EC"/>
    <w:rsid w:val="00D00C33"/>
    <w:rsid w:val="00D05409"/>
    <w:rsid w:val="00D111C4"/>
    <w:rsid w:val="00D126C0"/>
    <w:rsid w:val="00D14FF8"/>
    <w:rsid w:val="00D156F4"/>
    <w:rsid w:val="00D1702B"/>
    <w:rsid w:val="00D34EC2"/>
    <w:rsid w:val="00D35FC2"/>
    <w:rsid w:val="00D42A5C"/>
    <w:rsid w:val="00D51AD2"/>
    <w:rsid w:val="00D5418D"/>
    <w:rsid w:val="00D5435E"/>
    <w:rsid w:val="00D56F68"/>
    <w:rsid w:val="00D5796D"/>
    <w:rsid w:val="00D60D1E"/>
    <w:rsid w:val="00D61D91"/>
    <w:rsid w:val="00D62735"/>
    <w:rsid w:val="00D628F1"/>
    <w:rsid w:val="00D67FC0"/>
    <w:rsid w:val="00D708EE"/>
    <w:rsid w:val="00D722DF"/>
    <w:rsid w:val="00D760B2"/>
    <w:rsid w:val="00D76325"/>
    <w:rsid w:val="00D76CC6"/>
    <w:rsid w:val="00D77335"/>
    <w:rsid w:val="00D77B06"/>
    <w:rsid w:val="00D80F34"/>
    <w:rsid w:val="00D8222F"/>
    <w:rsid w:val="00D826BF"/>
    <w:rsid w:val="00D9131A"/>
    <w:rsid w:val="00D91FEF"/>
    <w:rsid w:val="00D94E7E"/>
    <w:rsid w:val="00D9581F"/>
    <w:rsid w:val="00DA3EDB"/>
    <w:rsid w:val="00DA41EF"/>
    <w:rsid w:val="00DA4D92"/>
    <w:rsid w:val="00DA5CBD"/>
    <w:rsid w:val="00DA5F32"/>
    <w:rsid w:val="00DC2778"/>
    <w:rsid w:val="00DC3122"/>
    <w:rsid w:val="00DC33CB"/>
    <w:rsid w:val="00DC4907"/>
    <w:rsid w:val="00DD0721"/>
    <w:rsid w:val="00DD263D"/>
    <w:rsid w:val="00DD2A84"/>
    <w:rsid w:val="00DD3298"/>
    <w:rsid w:val="00DD5739"/>
    <w:rsid w:val="00DD7319"/>
    <w:rsid w:val="00DE0877"/>
    <w:rsid w:val="00DE2255"/>
    <w:rsid w:val="00DE3C6C"/>
    <w:rsid w:val="00DE459B"/>
    <w:rsid w:val="00DE4C0F"/>
    <w:rsid w:val="00DE4FDC"/>
    <w:rsid w:val="00DE53A1"/>
    <w:rsid w:val="00DE633F"/>
    <w:rsid w:val="00DF20ED"/>
    <w:rsid w:val="00DF397A"/>
    <w:rsid w:val="00E00174"/>
    <w:rsid w:val="00E0060C"/>
    <w:rsid w:val="00E017FA"/>
    <w:rsid w:val="00E01BF6"/>
    <w:rsid w:val="00E0465A"/>
    <w:rsid w:val="00E100E9"/>
    <w:rsid w:val="00E176C6"/>
    <w:rsid w:val="00E17CC2"/>
    <w:rsid w:val="00E17CEC"/>
    <w:rsid w:val="00E20570"/>
    <w:rsid w:val="00E21529"/>
    <w:rsid w:val="00E25606"/>
    <w:rsid w:val="00E26423"/>
    <w:rsid w:val="00E32AAF"/>
    <w:rsid w:val="00E33522"/>
    <w:rsid w:val="00E34C6C"/>
    <w:rsid w:val="00E366B8"/>
    <w:rsid w:val="00E37E54"/>
    <w:rsid w:val="00E47141"/>
    <w:rsid w:val="00E54144"/>
    <w:rsid w:val="00E57195"/>
    <w:rsid w:val="00E57292"/>
    <w:rsid w:val="00E60468"/>
    <w:rsid w:val="00E621A9"/>
    <w:rsid w:val="00E624DA"/>
    <w:rsid w:val="00E62B83"/>
    <w:rsid w:val="00E705C0"/>
    <w:rsid w:val="00E7062E"/>
    <w:rsid w:val="00E73B5E"/>
    <w:rsid w:val="00E76ED7"/>
    <w:rsid w:val="00E809FA"/>
    <w:rsid w:val="00E81EC3"/>
    <w:rsid w:val="00E8790E"/>
    <w:rsid w:val="00E92D83"/>
    <w:rsid w:val="00E94260"/>
    <w:rsid w:val="00E954EE"/>
    <w:rsid w:val="00EA1EC0"/>
    <w:rsid w:val="00EA32D1"/>
    <w:rsid w:val="00EA73FD"/>
    <w:rsid w:val="00EB28DC"/>
    <w:rsid w:val="00EB5812"/>
    <w:rsid w:val="00EB5CCC"/>
    <w:rsid w:val="00EB635F"/>
    <w:rsid w:val="00EC2E79"/>
    <w:rsid w:val="00ED6B06"/>
    <w:rsid w:val="00ED6DCB"/>
    <w:rsid w:val="00EE1C36"/>
    <w:rsid w:val="00EE7A10"/>
    <w:rsid w:val="00EF03F7"/>
    <w:rsid w:val="00EF2F0D"/>
    <w:rsid w:val="00EF3597"/>
    <w:rsid w:val="00EF590A"/>
    <w:rsid w:val="00F03B15"/>
    <w:rsid w:val="00F06341"/>
    <w:rsid w:val="00F06A8A"/>
    <w:rsid w:val="00F06F49"/>
    <w:rsid w:val="00F15137"/>
    <w:rsid w:val="00F22C86"/>
    <w:rsid w:val="00F23D57"/>
    <w:rsid w:val="00F24CD1"/>
    <w:rsid w:val="00F267EC"/>
    <w:rsid w:val="00F3067F"/>
    <w:rsid w:val="00F30E5A"/>
    <w:rsid w:val="00F30ECA"/>
    <w:rsid w:val="00F31FC8"/>
    <w:rsid w:val="00F36608"/>
    <w:rsid w:val="00F45D70"/>
    <w:rsid w:val="00F46998"/>
    <w:rsid w:val="00F47B51"/>
    <w:rsid w:val="00F502D5"/>
    <w:rsid w:val="00F54F7E"/>
    <w:rsid w:val="00F54FEF"/>
    <w:rsid w:val="00F56CB3"/>
    <w:rsid w:val="00F60785"/>
    <w:rsid w:val="00F610C2"/>
    <w:rsid w:val="00F62307"/>
    <w:rsid w:val="00F65D1C"/>
    <w:rsid w:val="00F66A57"/>
    <w:rsid w:val="00F66C7F"/>
    <w:rsid w:val="00F66E07"/>
    <w:rsid w:val="00F722F5"/>
    <w:rsid w:val="00F72CD3"/>
    <w:rsid w:val="00F74D99"/>
    <w:rsid w:val="00F809AC"/>
    <w:rsid w:val="00F816BF"/>
    <w:rsid w:val="00F81FF5"/>
    <w:rsid w:val="00F821A6"/>
    <w:rsid w:val="00F91927"/>
    <w:rsid w:val="00F91CC5"/>
    <w:rsid w:val="00F96CF8"/>
    <w:rsid w:val="00F97B97"/>
    <w:rsid w:val="00FA559A"/>
    <w:rsid w:val="00FA616A"/>
    <w:rsid w:val="00FB1CA7"/>
    <w:rsid w:val="00FB261B"/>
    <w:rsid w:val="00FC09E5"/>
    <w:rsid w:val="00FC3C5E"/>
    <w:rsid w:val="00FC4EC4"/>
    <w:rsid w:val="00FC693B"/>
    <w:rsid w:val="00FC6A8D"/>
    <w:rsid w:val="00FD1D39"/>
    <w:rsid w:val="00FD264C"/>
    <w:rsid w:val="00FD51CA"/>
    <w:rsid w:val="00FE2000"/>
    <w:rsid w:val="00FE2670"/>
    <w:rsid w:val="00FE47B0"/>
    <w:rsid w:val="00FE512D"/>
    <w:rsid w:val="00FE64E4"/>
    <w:rsid w:val="00FE7EAD"/>
    <w:rsid w:val="00FF0449"/>
    <w:rsid w:val="00FF05FB"/>
    <w:rsid w:val="00FF2F69"/>
    <w:rsid w:val="00FF3B81"/>
    <w:rsid w:val="00FF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o:colormru v:ext="edit" colors="#0b3d92"/>
    </o:shapedefaults>
    <o:shapelayout v:ext="edit">
      <o:idmap v:ext="edit" data="1"/>
    </o:shapelayout>
  </w:shapeDefaults>
  <w:decimalSymbol w:val=","/>
  <w:listSeparator w:val=";"/>
  <w14:docId w14:val="35D7D6E6"/>
  <w15:docId w15:val="{6272E859-3A14-490B-A5FA-5B806365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14B09"/>
    <w:pPr>
      <w:tabs>
        <w:tab w:val="left" w:pos="454"/>
        <w:tab w:val="left" w:pos="1134"/>
      </w:tabs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186F1F"/>
    <w:pPr>
      <w:keepNext/>
      <w:pageBreakBefore/>
      <w:widowControl w:val="0"/>
      <w:numPr>
        <w:numId w:val="1"/>
      </w:numPr>
      <w:tabs>
        <w:tab w:val="clear" w:pos="432"/>
      </w:tabs>
      <w:spacing w:before="280" w:after="140" w:line="240" w:lineRule="auto"/>
      <w:ind w:left="1134" w:hanging="1134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tabs>
        <w:tab w:val="clear" w:pos="454"/>
        <w:tab w:val="clear" w:pos="576"/>
      </w:tabs>
      <w:spacing w:before="280" w:after="140"/>
      <w:ind w:left="1134" w:hanging="1134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186F1F"/>
    <w:pPr>
      <w:keepNext/>
      <w:numPr>
        <w:ilvl w:val="2"/>
        <w:numId w:val="1"/>
      </w:numPr>
      <w:tabs>
        <w:tab w:val="clear" w:pos="454"/>
        <w:tab w:val="clear" w:pos="720"/>
      </w:tabs>
      <w:spacing w:before="280" w:after="140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864"/>
      </w:tabs>
      <w:spacing w:before="240" w:after="60"/>
      <w:ind w:left="862" w:hanging="862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186F1F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clear" w:pos="454"/>
        <w:tab w:val="clear" w:pos="1134"/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clear" w:pos="1134"/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clear" w:pos="454"/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clear" w:pos="454"/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semiHidden/>
    <w:pPr>
      <w:tabs>
        <w:tab w:val="right" w:leader="dot" w:pos="9061"/>
      </w:tabs>
      <w:ind w:left="227"/>
    </w:pPr>
    <w:rPr>
      <w:sz w:val="18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lear" w:pos="454"/>
        <w:tab w:val="clear" w:pos="1134"/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lear" w:pos="454"/>
        <w:tab w:val="clear" w:pos="1134"/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1F52D8"/>
    <w:pPr>
      <w:tabs>
        <w:tab w:val="clear" w:pos="454"/>
      </w:tabs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clear" w:pos="454"/>
        <w:tab w:val="clear" w:pos="1134"/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uiPriority w:val="22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tabs>
        <w:tab w:val="clear" w:pos="454"/>
        <w:tab w:val="clear" w:pos="1134"/>
      </w:tabs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tabs>
        <w:tab w:val="clear" w:pos="454"/>
        <w:tab w:val="clear" w:pos="1134"/>
      </w:tabs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Default">
    <w:name w:val="Default"/>
    <w:rsid w:val="003F3FA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84731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862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ustomXml" Target="../customXml/item2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8" ma:contentTypeDescription="Ein neues Dokument erstellen." ma:contentTypeScope="" ma:versionID="c0268ca47880b6db428e3cd50d2b1d82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f0c0308e1acd95d4ca83c370be93f8b0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da2d693-6c74-496d-b981-a379185aa2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c60ce39-dc1f-4216-b0af-e5e9562f0fdd}" ma:internalName="TaxCatchAll" ma:showField="CatchAllData" ma:web="6b346222-edd2-4b9f-9410-d67499dae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1315fa-dbe8-4cf6-a023-80c719099a8c">
      <Terms xmlns="http://schemas.microsoft.com/office/infopath/2007/PartnerControls"/>
    </lcf76f155ced4ddcb4097134ff3c332f>
    <TaxCatchAll xmlns="6b346222-edd2-4b9f-9410-d67499daeef8" xsi:nil="true"/>
  </documentManagement>
</p:properties>
</file>

<file path=customXml/itemProps1.xml><?xml version="1.0" encoding="utf-8"?>
<ds:datastoreItem xmlns:ds="http://schemas.openxmlformats.org/officeDocument/2006/customXml" ds:itemID="{12BE809A-D955-4AF9-B4D9-B924E11113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844519-A813-4E39-BA66-2AC0A51D7527}"/>
</file>

<file path=customXml/itemProps3.xml><?xml version="1.0" encoding="utf-8"?>
<ds:datastoreItem xmlns:ds="http://schemas.openxmlformats.org/officeDocument/2006/customXml" ds:itemID="{4B054AA3-82C6-40EB-9119-C6C46C913431}"/>
</file>

<file path=customXml/itemProps4.xml><?xml version="1.0" encoding="utf-8"?>
<ds:datastoreItem xmlns:ds="http://schemas.openxmlformats.org/officeDocument/2006/customXml" ds:itemID="{36468D18-BF11-46CC-B3A3-884BB2EF3625}"/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7</Pages>
  <Words>423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Street Pricing_Deutsch</vt:lpstr>
    </vt:vector>
  </TitlesOfParts>
  <Company>IDENTEC Solutions GmbH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Street Pricing_Deutsch</dc:title>
  <dc:creator>Gantner Reinhold</dc:creator>
  <cp:lastModifiedBy>Stefan Dewald</cp:lastModifiedBy>
  <cp:revision>5</cp:revision>
  <cp:lastPrinted>2020-07-03T09:02:00Z</cp:lastPrinted>
  <dcterms:created xsi:type="dcterms:W3CDTF">2020-07-03T09:02:00Z</dcterms:created>
  <dcterms:modified xsi:type="dcterms:W3CDTF">2020-07-03T09:02:00Z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